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7B0" w:rsidRPr="0070284E" w:rsidRDefault="0033233D" w:rsidP="008720A5">
      <w:pPr>
        <w:spacing w:line="276" w:lineRule="auto"/>
        <w:rPr>
          <w:color w:val="FF0000"/>
          <w:sz w:val="24"/>
          <w:szCs w:val="24"/>
        </w:rPr>
      </w:pPr>
      <w:r w:rsidRPr="0070284E">
        <w:rPr>
          <w:color w:val="FF0000"/>
          <w:sz w:val="24"/>
          <w:szCs w:val="24"/>
        </w:rPr>
        <w:tab/>
      </w:r>
      <w:r w:rsidR="008720A5" w:rsidRPr="0070284E">
        <w:rPr>
          <w:color w:val="FF0000"/>
          <w:sz w:val="24"/>
          <w:szCs w:val="24"/>
        </w:rPr>
        <w:tab/>
      </w:r>
      <w:r w:rsidR="008720A5" w:rsidRPr="0070284E">
        <w:rPr>
          <w:color w:val="FF0000"/>
          <w:sz w:val="24"/>
          <w:szCs w:val="24"/>
        </w:rPr>
        <w:tab/>
      </w:r>
      <w:r w:rsidR="008720A5" w:rsidRPr="0070284E">
        <w:rPr>
          <w:color w:val="FF0000"/>
          <w:sz w:val="24"/>
          <w:szCs w:val="24"/>
        </w:rPr>
        <w:tab/>
      </w:r>
      <w:r w:rsidR="008720A5" w:rsidRPr="0070284E">
        <w:rPr>
          <w:color w:val="FF0000"/>
          <w:sz w:val="24"/>
          <w:szCs w:val="24"/>
        </w:rPr>
        <w:tab/>
      </w:r>
      <w:r w:rsidR="008720A5" w:rsidRPr="0070284E">
        <w:rPr>
          <w:color w:val="FF0000"/>
          <w:sz w:val="24"/>
          <w:szCs w:val="24"/>
        </w:rPr>
        <w:tab/>
      </w:r>
    </w:p>
    <w:p w:rsidR="005A1C3E" w:rsidRDefault="005A1C3E" w:rsidP="00B54DFC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</w:t>
      </w:r>
    </w:p>
    <w:p w:rsidR="005A1C3E" w:rsidRPr="00E72FBA" w:rsidRDefault="005A1C3E" w:rsidP="000248BF">
      <w:pPr>
        <w:tabs>
          <w:tab w:val="left" w:pos="5670"/>
        </w:tabs>
        <w:spacing w:line="360" w:lineRule="auto"/>
        <w:jc w:val="both"/>
        <w:rPr>
          <w:sz w:val="24"/>
          <w:szCs w:val="24"/>
        </w:rPr>
      </w:pPr>
      <w:r>
        <w:rPr>
          <w:b/>
          <w:sz w:val="28"/>
        </w:rPr>
        <w:tab/>
      </w:r>
      <w:r w:rsidRPr="00E352F5">
        <w:rPr>
          <w:sz w:val="24"/>
          <w:szCs w:val="24"/>
        </w:rPr>
        <w:t xml:space="preserve">ΠΑΤΡΑ     </w:t>
      </w:r>
      <w:r w:rsidR="000C5547" w:rsidRPr="00E352F5">
        <w:rPr>
          <w:sz w:val="24"/>
          <w:szCs w:val="24"/>
        </w:rPr>
        <w:t>2</w:t>
      </w:r>
      <w:r w:rsidR="00E352F5" w:rsidRPr="00E352F5">
        <w:rPr>
          <w:sz w:val="24"/>
          <w:szCs w:val="24"/>
        </w:rPr>
        <w:t>1</w:t>
      </w:r>
      <w:r w:rsidRPr="00E352F5">
        <w:rPr>
          <w:sz w:val="24"/>
          <w:szCs w:val="24"/>
        </w:rPr>
        <w:t xml:space="preserve"> /</w:t>
      </w:r>
      <w:r w:rsidR="000C5547" w:rsidRPr="00E352F5">
        <w:rPr>
          <w:sz w:val="24"/>
          <w:szCs w:val="24"/>
        </w:rPr>
        <w:t>01</w:t>
      </w:r>
      <w:r w:rsidRPr="00E352F5">
        <w:rPr>
          <w:sz w:val="24"/>
          <w:szCs w:val="24"/>
        </w:rPr>
        <w:t>/20</w:t>
      </w:r>
      <w:r w:rsidR="000C5547" w:rsidRPr="00E352F5">
        <w:rPr>
          <w:sz w:val="24"/>
          <w:szCs w:val="24"/>
        </w:rPr>
        <w:t>20</w:t>
      </w:r>
      <w:r w:rsidRPr="00E72FBA">
        <w:rPr>
          <w:sz w:val="24"/>
          <w:szCs w:val="24"/>
        </w:rPr>
        <w:t xml:space="preserve"> </w:t>
      </w:r>
    </w:p>
    <w:p w:rsidR="005A1C3E" w:rsidRPr="000248BF" w:rsidRDefault="005A1C3E" w:rsidP="000248BF">
      <w:pPr>
        <w:tabs>
          <w:tab w:val="left" w:pos="5670"/>
        </w:tabs>
        <w:spacing w:line="360" w:lineRule="auto"/>
        <w:ind w:left="5670"/>
        <w:jc w:val="both"/>
        <w:rPr>
          <w:sz w:val="24"/>
          <w:szCs w:val="24"/>
        </w:rPr>
      </w:pPr>
      <w:r w:rsidRPr="00E72FBA">
        <w:rPr>
          <w:sz w:val="24"/>
          <w:szCs w:val="24"/>
        </w:rPr>
        <w:t>ΑΡ. ΠΡΩΤ.:</w:t>
      </w:r>
      <w:r w:rsidR="000C5547">
        <w:rPr>
          <w:sz w:val="24"/>
          <w:szCs w:val="24"/>
        </w:rPr>
        <w:t xml:space="preserve"> </w:t>
      </w:r>
      <w:r w:rsidR="00E352F5" w:rsidRPr="00E352F5">
        <w:rPr>
          <w:sz w:val="24"/>
          <w:szCs w:val="24"/>
        </w:rPr>
        <w:t>1708Α΄</w:t>
      </w:r>
    </w:p>
    <w:p w:rsidR="005A1C3E" w:rsidRPr="00CB15D4" w:rsidRDefault="005A1C3E" w:rsidP="000248BF">
      <w:pPr>
        <w:rPr>
          <w:b/>
          <w:sz w:val="24"/>
          <w:szCs w:val="24"/>
        </w:rPr>
      </w:pPr>
      <w:r w:rsidRPr="00CB15D4">
        <w:rPr>
          <w:b/>
          <w:sz w:val="24"/>
          <w:szCs w:val="24"/>
        </w:rPr>
        <w:t>ΟΙΚΟΝΟΜΙΚΗ ΔΙΕΥΘΥΝΣΗ</w:t>
      </w:r>
      <w:r w:rsidRPr="00CB15D4">
        <w:rPr>
          <w:b/>
          <w:sz w:val="24"/>
          <w:szCs w:val="24"/>
        </w:rPr>
        <w:tab/>
      </w:r>
      <w:r w:rsidRPr="00CB15D4">
        <w:rPr>
          <w:b/>
          <w:sz w:val="24"/>
          <w:szCs w:val="24"/>
        </w:rPr>
        <w:tab/>
      </w:r>
      <w:r w:rsidRPr="00CB15D4">
        <w:rPr>
          <w:b/>
          <w:sz w:val="24"/>
          <w:szCs w:val="24"/>
        </w:rPr>
        <w:tab/>
      </w:r>
      <w:r w:rsidRPr="00CB15D4">
        <w:rPr>
          <w:b/>
          <w:sz w:val="24"/>
          <w:szCs w:val="24"/>
        </w:rPr>
        <w:tab/>
      </w:r>
    </w:p>
    <w:p w:rsidR="005A1C3E" w:rsidRDefault="005A1C3E" w:rsidP="000248BF">
      <w:pPr>
        <w:ind w:firstLine="3"/>
        <w:rPr>
          <w:b/>
          <w:sz w:val="24"/>
          <w:szCs w:val="24"/>
        </w:rPr>
      </w:pPr>
      <w:r>
        <w:rPr>
          <w:b/>
          <w:sz w:val="24"/>
          <w:szCs w:val="24"/>
        </w:rPr>
        <w:t>ΤΜΗΜΑ ΠΡΟΜΗΘΕΙΩΝ ΔΙΑΧΕΙΡΙΣΗΣ</w:t>
      </w:r>
    </w:p>
    <w:p w:rsidR="005A1C3E" w:rsidRDefault="005A1C3E" w:rsidP="000248BF">
      <w:pPr>
        <w:ind w:firstLine="3"/>
        <w:rPr>
          <w:b/>
          <w:sz w:val="24"/>
          <w:szCs w:val="24"/>
        </w:rPr>
      </w:pPr>
      <w:r>
        <w:rPr>
          <w:b/>
          <w:sz w:val="24"/>
          <w:szCs w:val="24"/>
        </w:rPr>
        <w:t>ΥΛΙΚΩΝ ΚΑΙ ΑΠΟΘΗΚΗΣ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5A1C3E" w:rsidRPr="00BE6092" w:rsidRDefault="005A1C3E" w:rsidP="000248BF">
      <w:pPr>
        <w:jc w:val="both"/>
        <w:rPr>
          <w:b/>
          <w:sz w:val="28"/>
          <w:u w:val="single"/>
        </w:rPr>
      </w:pPr>
      <w:r>
        <w:rPr>
          <w:b/>
          <w:sz w:val="24"/>
          <w:szCs w:val="24"/>
        </w:rPr>
        <w:t>ΑΡΜ: ΠΑΝΑΓΙΩΤΗΣ ΔΙΝΙΑΣ</w:t>
      </w:r>
    </w:p>
    <w:p w:rsidR="005A1C3E" w:rsidRDefault="005A1C3E" w:rsidP="000248BF">
      <w:pPr>
        <w:rPr>
          <w:b/>
          <w:sz w:val="28"/>
          <w:u w:val="single"/>
        </w:rPr>
      </w:pPr>
    </w:p>
    <w:p w:rsidR="005A1C3E" w:rsidRPr="00B75302" w:rsidRDefault="005A1C3E" w:rsidP="000248BF">
      <w:pPr>
        <w:rPr>
          <w:b/>
          <w:sz w:val="28"/>
          <w:u w:val="single"/>
        </w:rPr>
      </w:pPr>
    </w:p>
    <w:p w:rsidR="000C5547" w:rsidRPr="000C5547" w:rsidRDefault="005A1C3E" w:rsidP="000C5547">
      <w:pPr>
        <w:tabs>
          <w:tab w:val="left" w:pos="3330"/>
        </w:tabs>
        <w:jc w:val="center"/>
        <w:rPr>
          <w:b/>
          <w:sz w:val="28"/>
          <w:szCs w:val="28"/>
          <w:u w:val="single"/>
        </w:rPr>
      </w:pPr>
      <w:r w:rsidRPr="000C5547">
        <w:rPr>
          <w:b/>
          <w:sz w:val="28"/>
          <w:szCs w:val="28"/>
          <w:u w:val="single"/>
        </w:rPr>
        <w:t>ΠΕΡΙΛΗΨΗ ΔΙΑΚΗΡΥΞΗΣ ΣΥΝΟΠΤΙΚΟΥ ΔΙΑΓΩΝΙΣΜΟΥ ΓΙΑ ΤΗΝ ΠΡΟΜΗΘΕΙΑ</w:t>
      </w:r>
      <w:r w:rsidR="000C5547" w:rsidRPr="000C5547">
        <w:rPr>
          <w:b/>
          <w:sz w:val="28"/>
          <w:szCs w:val="28"/>
          <w:u w:val="single"/>
        </w:rPr>
        <w:t xml:space="preserve">  ΦΡΕΣΚΟΥ  ΑΓΕΛΑΔΙΝΟΥ  ΓΑΛΑΚΤΟΣ 2020</w:t>
      </w:r>
    </w:p>
    <w:p w:rsidR="005A1C3E" w:rsidRPr="000C5547" w:rsidRDefault="005A1C3E" w:rsidP="000C5547">
      <w:pPr>
        <w:pStyle w:val="aa"/>
        <w:ind w:left="0"/>
        <w:rPr>
          <w:sz w:val="24"/>
          <w:szCs w:val="24"/>
          <w:u w:val="single"/>
        </w:rPr>
      </w:pPr>
    </w:p>
    <w:p w:rsidR="005A1C3E" w:rsidRPr="000D435E" w:rsidRDefault="005A1C3E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ΑΡ. ΔΙΑΚ. </w:t>
      </w:r>
      <w:r w:rsidR="000C5547">
        <w:rPr>
          <w:b/>
          <w:sz w:val="28"/>
          <w:u w:val="single"/>
        </w:rPr>
        <w:t>1</w:t>
      </w:r>
      <w:r>
        <w:rPr>
          <w:b/>
          <w:sz w:val="28"/>
          <w:u w:val="single"/>
        </w:rPr>
        <w:t>/</w:t>
      </w:r>
      <w:r w:rsidR="000C5547">
        <w:rPr>
          <w:b/>
          <w:sz w:val="28"/>
          <w:u w:val="single"/>
        </w:rPr>
        <w:t>20</w:t>
      </w:r>
    </w:p>
    <w:p w:rsidR="005A1C3E" w:rsidRDefault="005A1C3E">
      <w:pPr>
        <w:jc w:val="center"/>
        <w:rPr>
          <w:b/>
          <w:sz w:val="28"/>
          <w:u w:val="single"/>
        </w:rPr>
      </w:pPr>
    </w:p>
    <w:p w:rsidR="005A1C3E" w:rsidRDefault="005A1C3E" w:rsidP="000248BF">
      <w:pPr>
        <w:ind w:firstLine="708"/>
        <w:jc w:val="center"/>
        <w:rPr>
          <w:b/>
          <w:sz w:val="28"/>
        </w:rPr>
      </w:pPr>
      <w:r w:rsidRPr="001C04F8">
        <w:rPr>
          <w:b/>
          <w:sz w:val="28"/>
        </w:rPr>
        <w:t>Ο ΠΡΟΕΔΡΟΣ ΤΗΣ ΔΕΥΑ</w:t>
      </w:r>
      <w:r>
        <w:rPr>
          <w:b/>
          <w:sz w:val="28"/>
        </w:rPr>
        <w:t xml:space="preserve"> </w:t>
      </w:r>
      <w:r w:rsidRPr="001C04F8">
        <w:rPr>
          <w:b/>
          <w:sz w:val="28"/>
        </w:rPr>
        <w:t>Π</w:t>
      </w:r>
      <w:r>
        <w:rPr>
          <w:b/>
          <w:sz w:val="28"/>
        </w:rPr>
        <w:t>ΑΤΡΑΣ</w:t>
      </w:r>
    </w:p>
    <w:p w:rsidR="005A1C3E" w:rsidRPr="006459E8" w:rsidRDefault="005A1C3E" w:rsidP="000248BF">
      <w:pPr>
        <w:ind w:firstLine="708"/>
        <w:jc w:val="center"/>
        <w:rPr>
          <w:b/>
          <w:sz w:val="28"/>
        </w:rPr>
      </w:pPr>
    </w:p>
    <w:p w:rsidR="005A1C3E" w:rsidRPr="0040737F" w:rsidRDefault="005A1C3E" w:rsidP="000248BF">
      <w:pPr>
        <w:pStyle w:val="ab"/>
        <w:ind w:left="708"/>
      </w:pPr>
      <w:r>
        <w:t xml:space="preserve">       </w:t>
      </w:r>
      <w:r w:rsidRPr="0040737F">
        <w:t xml:space="preserve">Προκηρύσσει συνοπτικό διαγωνισμό </w:t>
      </w:r>
      <w:r>
        <w:t>με κριτήριο κατακύρωσης την πλέον συμφέρουσα από οικονομική</w:t>
      </w:r>
      <w:r w:rsidRPr="00214A6C">
        <w:t xml:space="preserve"> </w:t>
      </w:r>
      <w:r>
        <w:t>άποψη προσφορά, μόνο βάσει της τιμής</w:t>
      </w:r>
      <w:r w:rsidRPr="0040737F">
        <w:rPr>
          <w:szCs w:val="24"/>
        </w:rPr>
        <w:t xml:space="preserve"> </w:t>
      </w:r>
      <w:r w:rsidRPr="0040737F">
        <w:t xml:space="preserve">για την </w:t>
      </w:r>
      <w:r w:rsidRPr="0040737F">
        <w:rPr>
          <w:szCs w:val="24"/>
        </w:rPr>
        <w:t>προμήθεια</w:t>
      </w:r>
      <w:r w:rsidR="000C5547">
        <w:rPr>
          <w:szCs w:val="24"/>
        </w:rPr>
        <w:t xml:space="preserve"> </w:t>
      </w:r>
      <w:r w:rsidR="000C5547" w:rsidRPr="000C5547">
        <w:t>φρέσκου αγελαδινού γάλακτος</w:t>
      </w:r>
      <w:r w:rsidR="001A2C0D">
        <w:t xml:space="preserve"> 2020</w:t>
      </w:r>
      <w:r w:rsidRPr="0040737F">
        <w:t xml:space="preserve">, συνολικής προϋπολογισθείσας δαπάνης </w:t>
      </w:r>
      <w:r w:rsidR="000C5547" w:rsidRPr="000C5547">
        <w:rPr>
          <w:b/>
        </w:rPr>
        <w:t>52</w:t>
      </w:r>
      <w:r w:rsidR="000C5547" w:rsidRPr="000C5547">
        <w:rPr>
          <w:b/>
          <w:szCs w:val="24"/>
        </w:rPr>
        <w:t>.65</w:t>
      </w:r>
      <w:r w:rsidRPr="000C5547">
        <w:rPr>
          <w:b/>
          <w:szCs w:val="24"/>
        </w:rPr>
        <w:t>0,00 ευρώ</w:t>
      </w:r>
      <w:r w:rsidR="000C5547">
        <w:rPr>
          <w:szCs w:val="24"/>
        </w:rPr>
        <w:t xml:space="preserve">  πλέον Φ.Π.Α. 13</w:t>
      </w:r>
      <w:r w:rsidRPr="0040737F">
        <w:rPr>
          <w:szCs w:val="24"/>
        </w:rPr>
        <w:t xml:space="preserve">% </w:t>
      </w:r>
      <w:r w:rsidR="000C5547" w:rsidRPr="00AB1AF3">
        <w:rPr>
          <w:b/>
          <w:szCs w:val="24"/>
        </w:rPr>
        <w:t xml:space="preserve">6.844,50 </w:t>
      </w:r>
      <w:r w:rsidRPr="00AB1AF3">
        <w:rPr>
          <w:b/>
          <w:szCs w:val="24"/>
        </w:rPr>
        <w:t>ευρώ</w:t>
      </w:r>
      <w:r w:rsidRPr="0040737F">
        <w:rPr>
          <w:szCs w:val="24"/>
        </w:rPr>
        <w:t xml:space="preserve"> </w:t>
      </w:r>
      <w:r w:rsidRPr="0040737F">
        <w:t xml:space="preserve">συνολικού ποσού </w:t>
      </w:r>
      <w:r w:rsidR="000C5547" w:rsidRPr="000C5547">
        <w:rPr>
          <w:b/>
          <w:szCs w:val="24"/>
        </w:rPr>
        <w:t>59.494,50 ευρώ</w:t>
      </w:r>
      <w:r w:rsidRPr="0040737F">
        <w:t>.</w:t>
      </w:r>
    </w:p>
    <w:p w:rsidR="005A1C3E" w:rsidRPr="00E72FBA" w:rsidRDefault="005A1C3E" w:rsidP="000248BF">
      <w:pPr>
        <w:ind w:left="708"/>
        <w:jc w:val="both"/>
        <w:rPr>
          <w:sz w:val="24"/>
        </w:rPr>
      </w:pPr>
      <w:r w:rsidRPr="004868E6">
        <w:rPr>
          <w:sz w:val="24"/>
        </w:rPr>
        <w:t xml:space="preserve">     Ο διαγωνισμός θα διενεργηθεί στα Γραφεία της ΔΕΥΑΠ (Ακτή Δυμαίων 48 1</w:t>
      </w:r>
      <w:r w:rsidRPr="004868E6">
        <w:rPr>
          <w:sz w:val="24"/>
          <w:vertAlign w:val="superscript"/>
        </w:rPr>
        <w:t>ος</w:t>
      </w:r>
      <w:r w:rsidRPr="004868E6">
        <w:rPr>
          <w:sz w:val="24"/>
        </w:rPr>
        <w:t xml:space="preserve"> </w:t>
      </w:r>
      <w:r w:rsidRPr="0039554A">
        <w:rPr>
          <w:sz w:val="24"/>
        </w:rPr>
        <w:t xml:space="preserve">όροφος ) </w:t>
      </w:r>
      <w:r w:rsidRPr="0039554A">
        <w:rPr>
          <w:b/>
          <w:sz w:val="24"/>
        </w:rPr>
        <w:t xml:space="preserve">την </w:t>
      </w:r>
      <w:r w:rsidR="000C5547" w:rsidRPr="0039554A">
        <w:rPr>
          <w:b/>
          <w:sz w:val="24"/>
        </w:rPr>
        <w:t>Πέμπτη</w:t>
      </w:r>
      <w:r w:rsidRPr="0039554A">
        <w:rPr>
          <w:b/>
          <w:sz w:val="24"/>
        </w:rPr>
        <w:t xml:space="preserve"> </w:t>
      </w:r>
      <w:r w:rsidR="000C5547" w:rsidRPr="0039554A">
        <w:rPr>
          <w:b/>
          <w:sz w:val="24"/>
        </w:rPr>
        <w:t>6</w:t>
      </w:r>
      <w:r w:rsidRPr="0039554A">
        <w:rPr>
          <w:b/>
          <w:sz w:val="24"/>
        </w:rPr>
        <w:t xml:space="preserve"> </w:t>
      </w:r>
      <w:r w:rsidR="000C5547" w:rsidRPr="0039554A">
        <w:rPr>
          <w:b/>
          <w:sz w:val="24"/>
        </w:rPr>
        <w:t>Φεβρουαρίου</w:t>
      </w:r>
      <w:r w:rsidRPr="0039554A">
        <w:rPr>
          <w:b/>
          <w:sz w:val="24"/>
        </w:rPr>
        <w:t xml:space="preserve"> 2020</w:t>
      </w:r>
      <w:r w:rsidRPr="0039554A">
        <w:rPr>
          <w:sz w:val="24"/>
        </w:rPr>
        <w:t>.</w:t>
      </w:r>
    </w:p>
    <w:p w:rsidR="005A1C3E" w:rsidRPr="004868E6" w:rsidRDefault="005A1C3E" w:rsidP="000248BF">
      <w:pPr>
        <w:ind w:left="708"/>
        <w:jc w:val="both"/>
        <w:rPr>
          <w:b/>
          <w:sz w:val="24"/>
        </w:rPr>
      </w:pPr>
      <w:r w:rsidRPr="00E72FBA">
        <w:rPr>
          <w:sz w:val="24"/>
        </w:rPr>
        <w:t xml:space="preserve">Ώρα έναρξης του διαγωνισμού </w:t>
      </w:r>
      <w:r w:rsidRPr="00E72FBA">
        <w:rPr>
          <w:b/>
          <w:sz w:val="24"/>
        </w:rPr>
        <w:t>11:00 π.μ.</w:t>
      </w:r>
    </w:p>
    <w:p w:rsidR="005A1C3E" w:rsidRPr="004868E6" w:rsidRDefault="005A1C3E" w:rsidP="000248BF">
      <w:pPr>
        <w:ind w:left="708"/>
        <w:jc w:val="both"/>
        <w:rPr>
          <w:sz w:val="24"/>
        </w:rPr>
      </w:pPr>
      <w:r w:rsidRPr="004868E6">
        <w:rPr>
          <w:sz w:val="24"/>
        </w:rPr>
        <w:t xml:space="preserve">Ώρα λήξης παραλαβής προσφορών </w:t>
      </w:r>
      <w:r w:rsidRPr="004868E6">
        <w:rPr>
          <w:b/>
          <w:sz w:val="24"/>
        </w:rPr>
        <w:t>11:30 π.μ.</w:t>
      </w:r>
    </w:p>
    <w:p w:rsidR="005A1C3E" w:rsidRPr="004868E6" w:rsidRDefault="005A1C3E" w:rsidP="000248BF">
      <w:pPr>
        <w:ind w:left="708"/>
        <w:jc w:val="both"/>
        <w:rPr>
          <w:sz w:val="24"/>
        </w:rPr>
      </w:pPr>
      <w:r w:rsidRPr="004868E6">
        <w:rPr>
          <w:sz w:val="24"/>
        </w:rPr>
        <w:t>Εγγύηση συμμετοχής στο διαγωνισμό δεν απαιτείται.</w:t>
      </w:r>
    </w:p>
    <w:p w:rsidR="005A1C3E" w:rsidRPr="000248BF" w:rsidRDefault="005A1C3E" w:rsidP="000248BF">
      <w:pPr>
        <w:ind w:left="708"/>
        <w:jc w:val="both"/>
        <w:rPr>
          <w:sz w:val="24"/>
        </w:rPr>
      </w:pPr>
      <w:r w:rsidRPr="004868E6">
        <w:rPr>
          <w:sz w:val="24"/>
        </w:rPr>
        <w:t xml:space="preserve">Ο διαγωνισμός δημοσιοποιείται ηλεκτρονικά με την ανάρτηση της διακήρυξης στη διαδικτυακή πύλη </w:t>
      </w:r>
      <w:hyperlink r:id="rId8" w:history="1">
        <w:r w:rsidRPr="004868E6">
          <w:rPr>
            <w:rStyle w:val="-"/>
            <w:rFonts w:eastAsiaTheme="majorEastAsia"/>
            <w:sz w:val="24"/>
            <w:lang w:val="en-US"/>
          </w:rPr>
          <w:t>www</w:t>
        </w:r>
        <w:r w:rsidRPr="004868E6">
          <w:rPr>
            <w:rStyle w:val="-"/>
            <w:rFonts w:eastAsiaTheme="majorEastAsia"/>
            <w:sz w:val="24"/>
          </w:rPr>
          <w:t>.</w:t>
        </w:r>
        <w:r w:rsidRPr="004868E6">
          <w:rPr>
            <w:rStyle w:val="-"/>
            <w:rFonts w:eastAsiaTheme="majorEastAsia"/>
            <w:sz w:val="24"/>
            <w:lang w:val="en-US"/>
          </w:rPr>
          <w:t>promitheus</w:t>
        </w:r>
        <w:r w:rsidRPr="004868E6">
          <w:rPr>
            <w:rStyle w:val="-"/>
            <w:rFonts w:eastAsiaTheme="majorEastAsia"/>
            <w:sz w:val="24"/>
          </w:rPr>
          <w:t>.</w:t>
        </w:r>
        <w:r w:rsidRPr="004868E6">
          <w:rPr>
            <w:rStyle w:val="-"/>
            <w:rFonts w:eastAsiaTheme="majorEastAsia"/>
            <w:sz w:val="24"/>
            <w:lang w:val="en-US"/>
          </w:rPr>
          <w:t>gov</w:t>
        </w:r>
        <w:r w:rsidRPr="004868E6">
          <w:rPr>
            <w:rStyle w:val="-"/>
            <w:rFonts w:eastAsiaTheme="majorEastAsia"/>
            <w:sz w:val="24"/>
          </w:rPr>
          <w:t>.</w:t>
        </w:r>
        <w:r w:rsidRPr="004868E6">
          <w:rPr>
            <w:rStyle w:val="-"/>
            <w:rFonts w:eastAsiaTheme="majorEastAsia"/>
            <w:sz w:val="24"/>
            <w:lang w:val="en-US"/>
          </w:rPr>
          <w:t>gr</w:t>
        </w:r>
      </w:hyperlink>
      <w:r w:rsidRPr="004868E6">
        <w:rPr>
          <w:sz w:val="24"/>
        </w:rPr>
        <w:t xml:space="preserve"> στο Κεντρικό Ηλεκτρονικό Μητρώο Δημοσίων Συμβάσεων (ΚΗΜΔΗΣ). Το πλήρες κείμενο της διακήρυξης με τα συνημμένα μέρη (σε ηλεκτρονική μορφή) διατίθεται επίσης και στο διαδίκτυο στην  ηλεκτρονική  διεύθυνση  </w:t>
      </w:r>
      <w:r w:rsidRPr="004868E6">
        <w:rPr>
          <w:sz w:val="24"/>
          <w:lang w:val="en-US"/>
        </w:rPr>
        <w:t>www</w:t>
      </w:r>
      <w:r w:rsidRPr="004868E6">
        <w:rPr>
          <w:sz w:val="24"/>
        </w:rPr>
        <w:t>.</w:t>
      </w:r>
      <w:r w:rsidRPr="004868E6">
        <w:rPr>
          <w:sz w:val="24"/>
          <w:lang w:val="en-US"/>
        </w:rPr>
        <w:t>deyap</w:t>
      </w:r>
      <w:r w:rsidRPr="004868E6">
        <w:rPr>
          <w:sz w:val="24"/>
        </w:rPr>
        <w:t>.</w:t>
      </w:r>
      <w:r w:rsidRPr="004868E6">
        <w:rPr>
          <w:sz w:val="24"/>
          <w:lang w:val="en-US"/>
        </w:rPr>
        <w:t>gr</w:t>
      </w:r>
      <w:r w:rsidRPr="004868E6">
        <w:rPr>
          <w:sz w:val="24"/>
        </w:rPr>
        <w:t xml:space="preserve">  </w:t>
      </w:r>
    </w:p>
    <w:p w:rsidR="005A1C3E" w:rsidRDefault="005A1C3E" w:rsidP="000248BF">
      <w:pPr>
        <w:ind w:left="708"/>
        <w:jc w:val="both"/>
        <w:rPr>
          <w:sz w:val="24"/>
        </w:rPr>
      </w:pPr>
      <w:r w:rsidRPr="004868E6">
        <w:rPr>
          <w:sz w:val="24"/>
        </w:rPr>
        <w:t>Περισσότερες πληροφορίες για τους όρους συμμετοχής στο διαγωνισμό   οι ενδιαφερόμενοι μπορούν να απευθύνονται  στο Γραφείο Προμηθειών της ΔΕΥΑΠ (Ακτή Δυμαίων 48 -1</w:t>
      </w:r>
      <w:r w:rsidRPr="004868E6">
        <w:rPr>
          <w:sz w:val="24"/>
          <w:vertAlign w:val="superscript"/>
        </w:rPr>
        <w:t>ος</w:t>
      </w:r>
      <w:r w:rsidRPr="004868E6">
        <w:rPr>
          <w:sz w:val="24"/>
        </w:rPr>
        <w:t xml:space="preserve"> όροφος) τηλ.2610/366-231  Δίνιας Παναγιώτης  τις εργάσιμες ημέρες και ώρες (7:30 π.μ-14:00μ.μ)</w:t>
      </w:r>
      <w:r>
        <w:rPr>
          <w:sz w:val="24"/>
        </w:rPr>
        <w:t xml:space="preserve"> </w:t>
      </w:r>
    </w:p>
    <w:p w:rsidR="005A1C3E" w:rsidRDefault="005A1C3E" w:rsidP="000248BF">
      <w:pPr>
        <w:jc w:val="both"/>
        <w:rPr>
          <w:sz w:val="24"/>
        </w:rPr>
      </w:pPr>
    </w:p>
    <w:p w:rsidR="005A1C3E" w:rsidRDefault="005A1C3E" w:rsidP="000248BF">
      <w:pPr>
        <w:jc w:val="both"/>
        <w:rPr>
          <w:sz w:val="24"/>
        </w:rPr>
      </w:pPr>
    </w:p>
    <w:p w:rsidR="005A1C3E" w:rsidRDefault="005A1C3E" w:rsidP="000248BF">
      <w:pPr>
        <w:ind w:left="2832"/>
        <w:jc w:val="center"/>
        <w:rPr>
          <w:b/>
          <w:sz w:val="24"/>
        </w:rPr>
      </w:pPr>
      <w:r>
        <w:rPr>
          <w:b/>
          <w:sz w:val="24"/>
        </w:rPr>
        <w:t>Ο ΠΡΟΕΔΡΟΣ   ΤΟΥ Δ.Σ.</w:t>
      </w:r>
    </w:p>
    <w:p w:rsidR="005A1C3E" w:rsidRDefault="005A1C3E" w:rsidP="000248BF">
      <w:pPr>
        <w:ind w:left="2832"/>
        <w:jc w:val="center"/>
        <w:rPr>
          <w:b/>
        </w:rPr>
      </w:pPr>
    </w:p>
    <w:p w:rsidR="005A1C3E" w:rsidRDefault="005A1C3E" w:rsidP="000248BF">
      <w:pPr>
        <w:ind w:left="2832"/>
        <w:jc w:val="center"/>
        <w:rPr>
          <w:b/>
        </w:rPr>
      </w:pPr>
    </w:p>
    <w:p w:rsidR="00B75302" w:rsidRDefault="005A1C3E" w:rsidP="00E62B45">
      <w:pPr>
        <w:ind w:left="2832"/>
        <w:jc w:val="center"/>
      </w:pPr>
      <w:r w:rsidRPr="00162F87">
        <w:rPr>
          <w:b/>
          <w:sz w:val="24"/>
          <w:szCs w:val="24"/>
        </w:rPr>
        <w:t>ΑΝΔΡΕΑΣ</w:t>
      </w:r>
      <w:r>
        <w:rPr>
          <w:b/>
          <w:sz w:val="24"/>
          <w:szCs w:val="24"/>
        </w:rPr>
        <w:t xml:space="preserve"> </w:t>
      </w:r>
      <w:r w:rsidRPr="00162F87">
        <w:rPr>
          <w:b/>
          <w:sz w:val="24"/>
          <w:szCs w:val="24"/>
        </w:rPr>
        <w:t xml:space="preserve"> Κ.  ΠΑΠΑΝΙΚΗΤΑΣ</w:t>
      </w:r>
    </w:p>
    <w:p w:rsidR="00BE10AB" w:rsidRDefault="00BE10AB" w:rsidP="00B54DFC">
      <w:pPr>
        <w:spacing w:line="276" w:lineRule="auto"/>
        <w:rPr>
          <w:sz w:val="24"/>
          <w:szCs w:val="24"/>
        </w:rPr>
      </w:pPr>
    </w:p>
    <w:sectPr w:rsidR="00BE10AB" w:rsidSect="00486AF2">
      <w:pgSz w:w="11906" w:h="16838"/>
      <w:pgMar w:top="1276" w:right="1133" w:bottom="568" w:left="2126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A99" w:rsidRDefault="00220A99" w:rsidP="00C30A9D">
      <w:r>
        <w:separator/>
      </w:r>
    </w:p>
  </w:endnote>
  <w:endnote w:type="continuationSeparator" w:id="1">
    <w:p w:rsidR="00220A99" w:rsidRDefault="00220A99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AWGWYK+Verdana">
    <w:altName w:val="Arial"/>
    <w:panose1 w:val="00000000000000000000"/>
    <w:charset w:val="A1"/>
    <w:family w:val="swiss"/>
    <w:notTrueType/>
    <w:pitch w:val="default"/>
    <w:sig w:usb0="00000083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HellasArial">
    <w:altName w:val="MS Mincho"/>
    <w:charset w:val="80"/>
    <w:family w:val="roman"/>
    <w:pitch w:val="variable"/>
    <w:sig w:usb0="00000000" w:usb1="00000000" w:usb2="00000000" w:usb3="00000000" w:csb0="00000000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Hellas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A99" w:rsidRDefault="00220A99" w:rsidP="00C30A9D">
      <w:r>
        <w:separator/>
      </w:r>
    </w:p>
  </w:footnote>
  <w:footnote w:type="continuationSeparator" w:id="1">
    <w:p w:rsidR="00220A99" w:rsidRDefault="00220A99" w:rsidP="00C30A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107FAD"/>
    <w:multiLevelType w:val="hybridMultilevel"/>
    <w:tmpl w:val="E2DEF0A8"/>
    <w:lvl w:ilvl="0" w:tplc="1B0CE15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D056E846" w:tentative="1">
      <w:start w:val="1"/>
      <w:numFmt w:val="lowerLetter"/>
      <w:lvlText w:val="%2."/>
      <w:lvlJc w:val="left"/>
      <w:pPr>
        <w:ind w:left="2160" w:hanging="360"/>
      </w:pPr>
    </w:lvl>
    <w:lvl w:ilvl="2" w:tplc="7C0A27BE" w:tentative="1">
      <w:start w:val="1"/>
      <w:numFmt w:val="lowerRoman"/>
      <w:lvlText w:val="%3."/>
      <w:lvlJc w:val="right"/>
      <w:pPr>
        <w:ind w:left="2880" w:hanging="180"/>
      </w:pPr>
    </w:lvl>
    <w:lvl w:ilvl="3" w:tplc="0412775E" w:tentative="1">
      <w:start w:val="1"/>
      <w:numFmt w:val="decimal"/>
      <w:lvlText w:val="%4."/>
      <w:lvlJc w:val="left"/>
      <w:pPr>
        <w:ind w:left="3600" w:hanging="360"/>
      </w:pPr>
    </w:lvl>
    <w:lvl w:ilvl="4" w:tplc="C2248132" w:tentative="1">
      <w:start w:val="1"/>
      <w:numFmt w:val="lowerLetter"/>
      <w:lvlText w:val="%5."/>
      <w:lvlJc w:val="left"/>
      <w:pPr>
        <w:ind w:left="4320" w:hanging="360"/>
      </w:pPr>
    </w:lvl>
    <w:lvl w:ilvl="5" w:tplc="E5464368" w:tentative="1">
      <w:start w:val="1"/>
      <w:numFmt w:val="lowerRoman"/>
      <w:lvlText w:val="%6."/>
      <w:lvlJc w:val="right"/>
      <w:pPr>
        <w:ind w:left="5040" w:hanging="180"/>
      </w:pPr>
    </w:lvl>
    <w:lvl w:ilvl="6" w:tplc="7756A8CC" w:tentative="1">
      <w:start w:val="1"/>
      <w:numFmt w:val="decimal"/>
      <w:lvlText w:val="%7."/>
      <w:lvlJc w:val="left"/>
      <w:pPr>
        <w:ind w:left="5760" w:hanging="360"/>
      </w:pPr>
    </w:lvl>
    <w:lvl w:ilvl="7" w:tplc="0630E356" w:tentative="1">
      <w:start w:val="1"/>
      <w:numFmt w:val="lowerLetter"/>
      <w:lvlText w:val="%8."/>
      <w:lvlJc w:val="left"/>
      <w:pPr>
        <w:ind w:left="6480" w:hanging="360"/>
      </w:pPr>
    </w:lvl>
    <w:lvl w:ilvl="8" w:tplc="139CA9C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1997657"/>
    <w:multiLevelType w:val="hybridMultilevel"/>
    <w:tmpl w:val="AF0623AA"/>
    <w:name w:val="WW8Num2"/>
    <w:lvl w:ilvl="0" w:tplc="07F4670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4FC3194" w:tentative="1">
      <w:start w:val="1"/>
      <w:numFmt w:val="lowerLetter"/>
      <w:lvlText w:val="%2."/>
      <w:lvlJc w:val="left"/>
      <w:pPr>
        <w:ind w:left="1440" w:hanging="360"/>
      </w:pPr>
    </w:lvl>
    <w:lvl w:ilvl="2" w:tplc="5C966A34" w:tentative="1">
      <w:start w:val="1"/>
      <w:numFmt w:val="lowerRoman"/>
      <w:lvlText w:val="%3."/>
      <w:lvlJc w:val="right"/>
      <w:pPr>
        <w:ind w:left="2160" w:hanging="180"/>
      </w:pPr>
    </w:lvl>
    <w:lvl w:ilvl="3" w:tplc="AEE29DAA" w:tentative="1">
      <w:start w:val="1"/>
      <w:numFmt w:val="decimal"/>
      <w:lvlText w:val="%4."/>
      <w:lvlJc w:val="left"/>
      <w:pPr>
        <w:ind w:left="2880" w:hanging="360"/>
      </w:pPr>
    </w:lvl>
    <w:lvl w:ilvl="4" w:tplc="1658AD16" w:tentative="1">
      <w:start w:val="1"/>
      <w:numFmt w:val="lowerLetter"/>
      <w:lvlText w:val="%5."/>
      <w:lvlJc w:val="left"/>
      <w:pPr>
        <w:ind w:left="3600" w:hanging="360"/>
      </w:pPr>
    </w:lvl>
    <w:lvl w:ilvl="5" w:tplc="D4B4B7D0" w:tentative="1">
      <w:start w:val="1"/>
      <w:numFmt w:val="lowerRoman"/>
      <w:lvlText w:val="%6."/>
      <w:lvlJc w:val="right"/>
      <w:pPr>
        <w:ind w:left="4320" w:hanging="180"/>
      </w:pPr>
    </w:lvl>
    <w:lvl w:ilvl="6" w:tplc="49745576" w:tentative="1">
      <w:start w:val="1"/>
      <w:numFmt w:val="decimal"/>
      <w:lvlText w:val="%7."/>
      <w:lvlJc w:val="left"/>
      <w:pPr>
        <w:ind w:left="5040" w:hanging="360"/>
      </w:pPr>
    </w:lvl>
    <w:lvl w:ilvl="7" w:tplc="24F8AAEC" w:tentative="1">
      <w:start w:val="1"/>
      <w:numFmt w:val="lowerLetter"/>
      <w:lvlText w:val="%8."/>
      <w:lvlJc w:val="left"/>
      <w:pPr>
        <w:ind w:left="5760" w:hanging="360"/>
      </w:pPr>
    </w:lvl>
    <w:lvl w:ilvl="8" w:tplc="C1845B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E964FC"/>
    <w:multiLevelType w:val="hybridMultilevel"/>
    <w:tmpl w:val="C5EEB4F4"/>
    <w:name w:val="WW8Num8"/>
    <w:lvl w:ilvl="0" w:tplc="C93236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B8034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8CB3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33AAA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40827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74828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51217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74A6F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2F68F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3BA1819"/>
    <w:multiLevelType w:val="hybridMultilevel"/>
    <w:tmpl w:val="42BECDB6"/>
    <w:name w:val="WW8Num3"/>
    <w:lvl w:ilvl="0" w:tplc="8B1421E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A412E9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8E80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848E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4430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80B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16F3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882E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F0B4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8A07A9"/>
    <w:multiLevelType w:val="hybridMultilevel"/>
    <w:tmpl w:val="074C62B8"/>
    <w:lvl w:ilvl="0" w:tplc="F0D4A6A4">
      <w:start w:val="1"/>
      <w:numFmt w:val="decimal"/>
      <w:lvlText w:val="%1."/>
      <w:lvlJc w:val="left"/>
      <w:pPr>
        <w:ind w:left="1440" w:hanging="360"/>
      </w:pPr>
    </w:lvl>
    <w:lvl w:ilvl="1" w:tplc="9230BFC8" w:tentative="1">
      <w:start w:val="1"/>
      <w:numFmt w:val="lowerLetter"/>
      <w:lvlText w:val="%2."/>
      <w:lvlJc w:val="left"/>
      <w:pPr>
        <w:ind w:left="2160" w:hanging="360"/>
      </w:pPr>
    </w:lvl>
    <w:lvl w:ilvl="2" w:tplc="06600228" w:tentative="1">
      <w:start w:val="1"/>
      <w:numFmt w:val="lowerRoman"/>
      <w:lvlText w:val="%3."/>
      <w:lvlJc w:val="right"/>
      <w:pPr>
        <w:ind w:left="2880" w:hanging="180"/>
      </w:pPr>
    </w:lvl>
    <w:lvl w:ilvl="3" w:tplc="F642E39C" w:tentative="1">
      <w:start w:val="1"/>
      <w:numFmt w:val="decimal"/>
      <w:lvlText w:val="%4."/>
      <w:lvlJc w:val="left"/>
      <w:pPr>
        <w:ind w:left="3600" w:hanging="360"/>
      </w:pPr>
    </w:lvl>
    <w:lvl w:ilvl="4" w:tplc="6AC6864C" w:tentative="1">
      <w:start w:val="1"/>
      <w:numFmt w:val="lowerLetter"/>
      <w:lvlText w:val="%5."/>
      <w:lvlJc w:val="left"/>
      <w:pPr>
        <w:ind w:left="4320" w:hanging="360"/>
      </w:pPr>
    </w:lvl>
    <w:lvl w:ilvl="5" w:tplc="887681F6" w:tentative="1">
      <w:start w:val="1"/>
      <w:numFmt w:val="lowerRoman"/>
      <w:lvlText w:val="%6."/>
      <w:lvlJc w:val="right"/>
      <w:pPr>
        <w:ind w:left="5040" w:hanging="180"/>
      </w:pPr>
    </w:lvl>
    <w:lvl w:ilvl="6" w:tplc="29BEB2AC" w:tentative="1">
      <w:start w:val="1"/>
      <w:numFmt w:val="decimal"/>
      <w:lvlText w:val="%7."/>
      <w:lvlJc w:val="left"/>
      <w:pPr>
        <w:ind w:left="5760" w:hanging="360"/>
      </w:pPr>
    </w:lvl>
    <w:lvl w:ilvl="7" w:tplc="E256C356" w:tentative="1">
      <w:start w:val="1"/>
      <w:numFmt w:val="lowerLetter"/>
      <w:lvlText w:val="%8."/>
      <w:lvlJc w:val="left"/>
      <w:pPr>
        <w:ind w:left="6480" w:hanging="360"/>
      </w:pPr>
    </w:lvl>
    <w:lvl w:ilvl="8" w:tplc="308488E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8F7FDA"/>
    <w:multiLevelType w:val="multilevel"/>
    <w:tmpl w:val="D80CC9BC"/>
    <w:name w:val="WW8Num14"/>
    <w:lvl w:ilvl="0">
      <w:start w:val="6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l-GR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C6B81"/>
    <w:multiLevelType w:val="hybridMultilevel"/>
    <w:tmpl w:val="29564246"/>
    <w:lvl w:ilvl="0" w:tplc="0408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B22F9"/>
    <w:multiLevelType w:val="hybridMultilevel"/>
    <w:tmpl w:val="51EE9AA2"/>
    <w:lvl w:ilvl="0" w:tplc="2CEEF2E0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  <w:sz w:val="22"/>
        <w:szCs w:val="22"/>
      </w:rPr>
    </w:lvl>
    <w:lvl w:ilvl="1" w:tplc="3238F63C">
      <w:start w:val="1"/>
      <w:numFmt w:val="bullet"/>
      <w:lvlText w:val="▫"/>
      <w:lvlJc w:val="left"/>
      <w:pPr>
        <w:ind w:left="1440" w:hanging="360"/>
      </w:pPr>
      <w:rPr>
        <w:rFonts w:ascii="Courier New" w:hAnsi="Courier New" w:hint="default"/>
        <w:sz w:val="22"/>
        <w:szCs w:val="22"/>
      </w:rPr>
    </w:lvl>
    <w:lvl w:ilvl="2" w:tplc="F6DE51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CC44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6A9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2CA0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284B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A8BC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54F0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2417A0"/>
    <w:multiLevelType w:val="hybridMultilevel"/>
    <w:tmpl w:val="66D093B0"/>
    <w:lvl w:ilvl="0" w:tplc="1B30761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1B307612" w:tentative="1">
      <w:start w:val="1"/>
      <w:numFmt w:val="lowerLetter"/>
      <w:lvlText w:val="%2."/>
      <w:lvlJc w:val="left"/>
      <w:pPr>
        <w:ind w:left="1724" w:hanging="360"/>
      </w:pPr>
    </w:lvl>
    <w:lvl w:ilvl="2" w:tplc="04080005" w:tentative="1">
      <w:start w:val="1"/>
      <w:numFmt w:val="lowerRoman"/>
      <w:lvlText w:val="%3."/>
      <w:lvlJc w:val="right"/>
      <w:pPr>
        <w:ind w:left="2444" w:hanging="180"/>
      </w:pPr>
    </w:lvl>
    <w:lvl w:ilvl="3" w:tplc="04080001" w:tentative="1">
      <w:start w:val="1"/>
      <w:numFmt w:val="decimal"/>
      <w:lvlText w:val="%4."/>
      <w:lvlJc w:val="left"/>
      <w:pPr>
        <w:ind w:left="3164" w:hanging="360"/>
      </w:pPr>
    </w:lvl>
    <w:lvl w:ilvl="4" w:tplc="04080003" w:tentative="1">
      <w:start w:val="1"/>
      <w:numFmt w:val="lowerLetter"/>
      <w:lvlText w:val="%5."/>
      <w:lvlJc w:val="left"/>
      <w:pPr>
        <w:ind w:left="3884" w:hanging="360"/>
      </w:pPr>
    </w:lvl>
    <w:lvl w:ilvl="5" w:tplc="04080005" w:tentative="1">
      <w:start w:val="1"/>
      <w:numFmt w:val="lowerRoman"/>
      <w:lvlText w:val="%6."/>
      <w:lvlJc w:val="right"/>
      <w:pPr>
        <w:ind w:left="4604" w:hanging="180"/>
      </w:pPr>
    </w:lvl>
    <w:lvl w:ilvl="6" w:tplc="04080001" w:tentative="1">
      <w:start w:val="1"/>
      <w:numFmt w:val="decimal"/>
      <w:lvlText w:val="%7."/>
      <w:lvlJc w:val="left"/>
      <w:pPr>
        <w:ind w:left="5324" w:hanging="360"/>
      </w:pPr>
    </w:lvl>
    <w:lvl w:ilvl="7" w:tplc="04080003" w:tentative="1">
      <w:start w:val="1"/>
      <w:numFmt w:val="lowerLetter"/>
      <w:lvlText w:val="%8."/>
      <w:lvlJc w:val="left"/>
      <w:pPr>
        <w:ind w:left="6044" w:hanging="360"/>
      </w:pPr>
    </w:lvl>
    <w:lvl w:ilvl="8" w:tplc="04080005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DF27AC6"/>
    <w:multiLevelType w:val="hybridMultilevel"/>
    <w:tmpl w:val="92009914"/>
    <w:lvl w:ilvl="0" w:tplc="04080001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70414"/>
    <w:multiLevelType w:val="hybridMultilevel"/>
    <w:tmpl w:val="36C445E2"/>
    <w:lvl w:ilvl="0" w:tplc="F15AA764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3E269D06" w:tentative="1">
      <w:start w:val="1"/>
      <w:numFmt w:val="lowerLetter"/>
      <w:lvlText w:val="%2."/>
      <w:lvlJc w:val="left"/>
      <w:pPr>
        <w:ind w:left="1440" w:hanging="360"/>
      </w:pPr>
    </w:lvl>
    <w:lvl w:ilvl="2" w:tplc="5D5AA20E" w:tentative="1">
      <w:start w:val="1"/>
      <w:numFmt w:val="lowerRoman"/>
      <w:lvlText w:val="%3."/>
      <w:lvlJc w:val="right"/>
      <w:pPr>
        <w:ind w:left="2160" w:hanging="180"/>
      </w:pPr>
    </w:lvl>
    <w:lvl w:ilvl="3" w:tplc="787EFCF2" w:tentative="1">
      <w:start w:val="1"/>
      <w:numFmt w:val="decimal"/>
      <w:lvlText w:val="%4."/>
      <w:lvlJc w:val="left"/>
      <w:pPr>
        <w:ind w:left="2880" w:hanging="360"/>
      </w:pPr>
    </w:lvl>
    <w:lvl w:ilvl="4" w:tplc="90266C94" w:tentative="1">
      <w:start w:val="1"/>
      <w:numFmt w:val="lowerLetter"/>
      <w:lvlText w:val="%5."/>
      <w:lvlJc w:val="left"/>
      <w:pPr>
        <w:ind w:left="3600" w:hanging="360"/>
      </w:pPr>
    </w:lvl>
    <w:lvl w:ilvl="5" w:tplc="07D2554E" w:tentative="1">
      <w:start w:val="1"/>
      <w:numFmt w:val="lowerRoman"/>
      <w:lvlText w:val="%6."/>
      <w:lvlJc w:val="right"/>
      <w:pPr>
        <w:ind w:left="4320" w:hanging="180"/>
      </w:pPr>
    </w:lvl>
    <w:lvl w:ilvl="6" w:tplc="2892E7BE" w:tentative="1">
      <w:start w:val="1"/>
      <w:numFmt w:val="decimal"/>
      <w:lvlText w:val="%7."/>
      <w:lvlJc w:val="left"/>
      <w:pPr>
        <w:ind w:left="5040" w:hanging="360"/>
      </w:pPr>
    </w:lvl>
    <w:lvl w:ilvl="7" w:tplc="2494CA3C" w:tentative="1">
      <w:start w:val="1"/>
      <w:numFmt w:val="lowerLetter"/>
      <w:lvlText w:val="%8."/>
      <w:lvlJc w:val="left"/>
      <w:pPr>
        <w:ind w:left="5760" w:hanging="360"/>
      </w:pPr>
    </w:lvl>
    <w:lvl w:ilvl="8" w:tplc="0C7EAF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37D68"/>
    <w:multiLevelType w:val="hybridMultilevel"/>
    <w:tmpl w:val="6B3A08E4"/>
    <w:lvl w:ilvl="0" w:tplc="CD82A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81FCC"/>
    <w:multiLevelType w:val="hybridMultilevel"/>
    <w:tmpl w:val="1104448A"/>
    <w:lvl w:ilvl="0" w:tplc="0408000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59611E0"/>
    <w:multiLevelType w:val="hybridMultilevel"/>
    <w:tmpl w:val="0EE48C9E"/>
    <w:lvl w:ilvl="0" w:tplc="55A05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148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A03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FCF9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84DC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3413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CC94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964B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807D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445677"/>
    <w:multiLevelType w:val="hybridMultilevel"/>
    <w:tmpl w:val="B1B02B16"/>
    <w:lvl w:ilvl="0" w:tplc="0408000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AB63E1B"/>
    <w:multiLevelType w:val="hybridMultilevel"/>
    <w:tmpl w:val="9F622210"/>
    <w:lvl w:ilvl="0" w:tplc="DBE0BE68">
      <w:start w:val="1"/>
      <w:numFmt w:val="decimal"/>
      <w:lvlText w:val="%1)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BB441DC"/>
    <w:multiLevelType w:val="hybridMultilevel"/>
    <w:tmpl w:val="9DE4BC0E"/>
    <w:lvl w:ilvl="0" w:tplc="58E0E092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  <w:sz w:val="22"/>
        <w:szCs w:val="22"/>
      </w:rPr>
    </w:lvl>
    <w:lvl w:ilvl="1" w:tplc="0408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242BE4"/>
    <w:multiLevelType w:val="hybridMultilevel"/>
    <w:tmpl w:val="2878DFFC"/>
    <w:lvl w:ilvl="0" w:tplc="1B307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CE31FC"/>
    <w:multiLevelType w:val="hybridMultilevel"/>
    <w:tmpl w:val="B8AC5296"/>
    <w:lvl w:ilvl="0" w:tplc="04080001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76F39"/>
    <w:multiLevelType w:val="hybridMultilevel"/>
    <w:tmpl w:val="7E54DCA0"/>
    <w:lvl w:ilvl="0" w:tplc="1B307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6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311B6"/>
    <w:multiLevelType w:val="hybridMultilevel"/>
    <w:tmpl w:val="5D1A3BC8"/>
    <w:lvl w:ilvl="0" w:tplc="0408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31419B"/>
    <w:multiLevelType w:val="hybridMultilevel"/>
    <w:tmpl w:val="17349EBA"/>
    <w:lvl w:ilvl="0" w:tplc="58E0E092">
      <w:start w:val="1"/>
      <w:numFmt w:val="bullet"/>
      <w:lvlText w:val="—"/>
      <w:lvlJc w:val="left"/>
      <w:pPr>
        <w:ind w:left="720" w:hanging="360"/>
      </w:pPr>
      <w:rPr>
        <w:rFonts w:ascii="Stencil" w:hAnsi="Stencil" w:hint="default"/>
      </w:rPr>
    </w:lvl>
    <w:lvl w:ilvl="1" w:tplc="0408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F686C"/>
    <w:multiLevelType w:val="hybridMultilevel"/>
    <w:tmpl w:val="9768F35C"/>
    <w:lvl w:ilvl="0" w:tplc="EF1CC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03">
      <w:start w:val="1"/>
      <w:numFmt w:val="decimal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9B371B"/>
    <w:multiLevelType w:val="hybridMultilevel"/>
    <w:tmpl w:val="98603C08"/>
    <w:lvl w:ilvl="0" w:tplc="0408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6D18D2"/>
    <w:multiLevelType w:val="hybridMultilevel"/>
    <w:tmpl w:val="1DF8186E"/>
    <w:lvl w:ilvl="0" w:tplc="DC06596C">
      <w:start w:val="1"/>
      <w:numFmt w:val="decimal"/>
      <w:lvlText w:val="%1."/>
      <w:lvlJc w:val="left"/>
      <w:pPr>
        <w:ind w:left="1004" w:hanging="360"/>
      </w:pPr>
      <w:rPr>
        <w:b/>
        <w:color w:val="auto"/>
      </w:rPr>
    </w:lvl>
    <w:lvl w:ilvl="1" w:tplc="04080003" w:tentative="1">
      <w:start w:val="1"/>
      <w:numFmt w:val="lowerLetter"/>
      <w:lvlText w:val="%2."/>
      <w:lvlJc w:val="left"/>
      <w:pPr>
        <w:ind w:left="1724" w:hanging="360"/>
      </w:pPr>
    </w:lvl>
    <w:lvl w:ilvl="2" w:tplc="04080005" w:tentative="1">
      <w:start w:val="1"/>
      <w:numFmt w:val="lowerRoman"/>
      <w:lvlText w:val="%3."/>
      <w:lvlJc w:val="right"/>
      <w:pPr>
        <w:ind w:left="2444" w:hanging="180"/>
      </w:pPr>
    </w:lvl>
    <w:lvl w:ilvl="3" w:tplc="04080001" w:tentative="1">
      <w:start w:val="1"/>
      <w:numFmt w:val="decimal"/>
      <w:lvlText w:val="%4."/>
      <w:lvlJc w:val="left"/>
      <w:pPr>
        <w:ind w:left="3164" w:hanging="360"/>
      </w:pPr>
    </w:lvl>
    <w:lvl w:ilvl="4" w:tplc="04080003" w:tentative="1">
      <w:start w:val="1"/>
      <w:numFmt w:val="lowerLetter"/>
      <w:lvlText w:val="%5."/>
      <w:lvlJc w:val="left"/>
      <w:pPr>
        <w:ind w:left="3884" w:hanging="360"/>
      </w:pPr>
    </w:lvl>
    <w:lvl w:ilvl="5" w:tplc="04080005" w:tentative="1">
      <w:start w:val="1"/>
      <w:numFmt w:val="lowerRoman"/>
      <w:lvlText w:val="%6."/>
      <w:lvlJc w:val="right"/>
      <w:pPr>
        <w:ind w:left="4604" w:hanging="180"/>
      </w:pPr>
    </w:lvl>
    <w:lvl w:ilvl="6" w:tplc="04080001" w:tentative="1">
      <w:start w:val="1"/>
      <w:numFmt w:val="decimal"/>
      <w:lvlText w:val="%7."/>
      <w:lvlJc w:val="left"/>
      <w:pPr>
        <w:ind w:left="5324" w:hanging="360"/>
      </w:pPr>
    </w:lvl>
    <w:lvl w:ilvl="7" w:tplc="04080003" w:tentative="1">
      <w:start w:val="1"/>
      <w:numFmt w:val="lowerLetter"/>
      <w:lvlText w:val="%8."/>
      <w:lvlJc w:val="left"/>
      <w:pPr>
        <w:ind w:left="6044" w:hanging="360"/>
      </w:pPr>
    </w:lvl>
    <w:lvl w:ilvl="8" w:tplc="04080005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6CF12DAE"/>
    <w:multiLevelType w:val="hybridMultilevel"/>
    <w:tmpl w:val="33CED7D6"/>
    <w:lvl w:ilvl="0" w:tplc="71A2DA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D438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471742"/>
    <w:multiLevelType w:val="hybridMultilevel"/>
    <w:tmpl w:val="C2B4F454"/>
    <w:lvl w:ilvl="0" w:tplc="6EDEAEE0">
      <w:start w:val="1"/>
      <w:numFmt w:val="decimal"/>
      <w:lvlText w:val="%1."/>
      <w:lvlJc w:val="left"/>
      <w:pPr>
        <w:ind w:left="1288" w:hanging="360"/>
      </w:pPr>
      <w:rPr>
        <w:b/>
      </w:rPr>
    </w:lvl>
    <w:lvl w:ilvl="1" w:tplc="04080001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6F876F01"/>
    <w:multiLevelType w:val="hybridMultilevel"/>
    <w:tmpl w:val="9D266C48"/>
    <w:lvl w:ilvl="0" w:tplc="040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DC424DF"/>
    <w:multiLevelType w:val="hybridMultilevel"/>
    <w:tmpl w:val="0CD6E2D4"/>
    <w:lvl w:ilvl="0" w:tplc="A7945F12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FAC3AAD"/>
    <w:multiLevelType w:val="hybridMultilevel"/>
    <w:tmpl w:val="63948402"/>
    <w:lvl w:ilvl="0" w:tplc="AB7891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8"/>
  </w:num>
  <w:num w:numId="4">
    <w:abstractNumId w:val="23"/>
  </w:num>
  <w:num w:numId="5">
    <w:abstractNumId w:val="21"/>
  </w:num>
  <w:num w:numId="6">
    <w:abstractNumId w:val="9"/>
  </w:num>
  <w:num w:numId="7">
    <w:abstractNumId w:val="25"/>
  </w:num>
  <w:num w:numId="8">
    <w:abstractNumId w:val="14"/>
  </w:num>
  <w:num w:numId="9">
    <w:abstractNumId w:val="13"/>
  </w:num>
  <w:num w:numId="10">
    <w:abstractNumId w:val="11"/>
  </w:num>
  <w:num w:numId="11">
    <w:abstractNumId w:val="15"/>
  </w:num>
  <w:num w:numId="12">
    <w:abstractNumId w:val="10"/>
  </w:num>
  <w:num w:numId="13">
    <w:abstractNumId w:val="19"/>
  </w:num>
  <w:num w:numId="14">
    <w:abstractNumId w:val="24"/>
  </w:num>
  <w:num w:numId="15">
    <w:abstractNumId w:val="27"/>
  </w:num>
  <w:num w:numId="16">
    <w:abstractNumId w:val="30"/>
  </w:num>
  <w:num w:numId="17">
    <w:abstractNumId w:val="2"/>
  </w:num>
  <w:num w:numId="18">
    <w:abstractNumId w:val="26"/>
  </w:num>
  <w:num w:numId="19">
    <w:abstractNumId w:val="16"/>
  </w:num>
  <w:num w:numId="20">
    <w:abstractNumId w:val="29"/>
  </w:num>
  <w:num w:numId="21">
    <w:abstractNumId w:val="1"/>
  </w:num>
  <w:num w:numId="22">
    <w:abstractNumId w:val="0"/>
  </w:num>
  <w:num w:numId="23">
    <w:abstractNumId w:val="20"/>
  </w:num>
  <w:num w:numId="24">
    <w:abstractNumId w:val="8"/>
  </w:num>
  <w:num w:numId="25">
    <w:abstractNumId w:val="17"/>
  </w:num>
  <w:num w:numId="26">
    <w:abstractNumId w:val="12"/>
  </w:num>
  <w:num w:numId="27">
    <w:abstractNumId w:val="22"/>
  </w:num>
  <w:num w:numId="28">
    <w:abstractNumId w:val="28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attachedTemplate r:id="rId1"/>
  <w:stylePaneFormatFilter w:val="3F01"/>
  <w:defaultTabStop w:val="720"/>
  <w:drawingGridHorizontalSpacing w:val="100"/>
  <w:displayHorizontalDrawingGridEvery w:val="2"/>
  <w:characterSpacingControl w:val="doNotCompress"/>
  <w:hdrShapeDefaults>
    <o:shapedefaults v:ext="edit" spidmax="151554"/>
  </w:hdrShapeDefaults>
  <w:footnotePr>
    <w:footnote w:id="0"/>
    <w:footnote w:id="1"/>
  </w:footnotePr>
  <w:endnotePr>
    <w:endnote w:id="0"/>
    <w:endnote w:id="1"/>
  </w:endnotePr>
  <w:compat/>
  <w:rsids>
    <w:rsidRoot w:val="00F203C4"/>
    <w:rsid w:val="000044DA"/>
    <w:rsid w:val="00005262"/>
    <w:rsid w:val="00007E34"/>
    <w:rsid w:val="0001164A"/>
    <w:rsid w:val="0001325C"/>
    <w:rsid w:val="0001579D"/>
    <w:rsid w:val="00022D9F"/>
    <w:rsid w:val="000248BF"/>
    <w:rsid w:val="00024FF0"/>
    <w:rsid w:val="00025019"/>
    <w:rsid w:val="00030094"/>
    <w:rsid w:val="000366BF"/>
    <w:rsid w:val="000370F1"/>
    <w:rsid w:val="000400AF"/>
    <w:rsid w:val="00042884"/>
    <w:rsid w:val="000442C9"/>
    <w:rsid w:val="00053141"/>
    <w:rsid w:val="00060D92"/>
    <w:rsid w:val="00060F48"/>
    <w:rsid w:val="000613CA"/>
    <w:rsid w:val="000638B4"/>
    <w:rsid w:val="00064F02"/>
    <w:rsid w:val="00065A76"/>
    <w:rsid w:val="00081144"/>
    <w:rsid w:val="00090E98"/>
    <w:rsid w:val="0009293A"/>
    <w:rsid w:val="00093476"/>
    <w:rsid w:val="000939B7"/>
    <w:rsid w:val="00094508"/>
    <w:rsid w:val="00096666"/>
    <w:rsid w:val="000A465E"/>
    <w:rsid w:val="000B039F"/>
    <w:rsid w:val="000B1CFE"/>
    <w:rsid w:val="000B25EE"/>
    <w:rsid w:val="000B265F"/>
    <w:rsid w:val="000B3ADF"/>
    <w:rsid w:val="000C31A4"/>
    <w:rsid w:val="000C5547"/>
    <w:rsid w:val="000C5C91"/>
    <w:rsid w:val="000D10DE"/>
    <w:rsid w:val="000D1283"/>
    <w:rsid w:val="000D3E04"/>
    <w:rsid w:val="000D4712"/>
    <w:rsid w:val="000E08F6"/>
    <w:rsid w:val="000E28FD"/>
    <w:rsid w:val="000E6B18"/>
    <w:rsid w:val="000F4B24"/>
    <w:rsid w:val="000F6F94"/>
    <w:rsid w:val="00100AFD"/>
    <w:rsid w:val="00101CC1"/>
    <w:rsid w:val="001050F7"/>
    <w:rsid w:val="0010663C"/>
    <w:rsid w:val="0011019B"/>
    <w:rsid w:val="001117AC"/>
    <w:rsid w:val="00114DB0"/>
    <w:rsid w:val="00120346"/>
    <w:rsid w:val="0012095C"/>
    <w:rsid w:val="00124F19"/>
    <w:rsid w:val="00131273"/>
    <w:rsid w:val="001349A5"/>
    <w:rsid w:val="001364EE"/>
    <w:rsid w:val="001436BB"/>
    <w:rsid w:val="00144164"/>
    <w:rsid w:val="00146E8A"/>
    <w:rsid w:val="001501C7"/>
    <w:rsid w:val="00153CBA"/>
    <w:rsid w:val="0015458F"/>
    <w:rsid w:val="001559B6"/>
    <w:rsid w:val="001571CE"/>
    <w:rsid w:val="00165BA7"/>
    <w:rsid w:val="0017281D"/>
    <w:rsid w:val="00174396"/>
    <w:rsid w:val="00176E26"/>
    <w:rsid w:val="001773EC"/>
    <w:rsid w:val="00193DB2"/>
    <w:rsid w:val="001A0F06"/>
    <w:rsid w:val="001A2C0D"/>
    <w:rsid w:val="001B05A6"/>
    <w:rsid w:val="001C36D3"/>
    <w:rsid w:val="001C6D57"/>
    <w:rsid w:val="001D1B81"/>
    <w:rsid w:val="001D237C"/>
    <w:rsid w:val="001D3121"/>
    <w:rsid w:val="001D58EF"/>
    <w:rsid w:val="001D60AD"/>
    <w:rsid w:val="001D66C3"/>
    <w:rsid w:val="001D68FD"/>
    <w:rsid w:val="001D74C9"/>
    <w:rsid w:val="001E3005"/>
    <w:rsid w:val="001E3606"/>
    <w:rsid w:val="001E5CAD"/>
    <w:rsid w:val="001E7BA6"/>
    <w:rsid w:val="001F1298"/>
    <w:rsid w:val="001F1616"/>
    <w:rsid w:val="001F1AEE"/>
    <w:rsid w:val="001F1DAC"/>
    <w:rsid w:val="001F75F6"/>
    <w:rsid w:val="001F7CB4"/>
    <w:rsid w:val="00200EE3"/>
    <w:rsid w:val="00201823"/>
    <w:rsid w:val="00214C68"/>
    <w:rsid w:val="002176F6"/>
    <w:rsid w:val="002206C6"/>
    <w:rsid w:val="00220A14"/>
    <w:rsid w:val="00220A99"/>
    <w:rsid w:val="00223AE3"/>
    <w:rsid w:val="00225DA9"/>
    <w:rsid w:val="00231499"/>
    <w:rsid w:val="00236BAC"/>
    <w:rsid w:val="0024050D"/>
    <w:rsid w:val="002564F7"/>
    <w:rsid w:val="00257598"/>
    <w:rsid w:val="002704A1"/>
    <w:rsid w:val="00271DE1"/>
    <w:rsid w:val="00273BA3"/>
    <w:rsid w:val="00280B58"/>
    <w:rsid w:val="00281E3F"/>
    <w:rsid w:val="00282635"/>
    <w:rsid w:val="002836DE"/>
    <w:rsid w:val="00291CBC"/>
    <w:rsid w:val="00292339"/>
    <w:rsid w:val="00295A96"/>
    <w:rsid w:val="002A11EF"/>
    <w:rsid w:val="002A5B54"/>
    <w:rsid w:val="002A60F6"/>
    <w:rsid w:val="002A7470"/>
    <w:rsid w:val="002B06CD"/>
    <w:rsid w:val="002B257B"/>
    <w:rsid w:val="002B4B78"/>
    <w:rsid w:val="002B6878"/>
    <w:rsid w:val="002B787A"/>
    <w:rsid w:val="002C27DE"/>
    <w:rsid w:val="002C58E9"/>
    <w:rsid w:val="002C6896"/>
    <w:rsid w:val="002C75F9"/>
    <w:rsid w:val="002D03C8"/>
    <w:rsid w:val="002D1E56"/>
    <w:rsid w:val="002D37A0"/>
    <w:rsid w:val="002D43B1"/>
    <w:rsid w:val="002D70C8"/>
    <w:rsid w:val="002E02EC"/>
    <w:rsid w:val="002E16C5"/>
    <w:rsid w:val="002E1F2D"/>
    <w:rsid w:val="002E2F21"/>
    <w:rsid w:val="002E2F5E"/>
    <w:rsid w:val="002E464F"/>
    <w:rsid w:val="002E7EB5"/>
    <w:rsid w:val="002F0FDF"/>
    <w:rsid w:val="002F1800"/>
    <w:rsid w:val="002F6D2E"/>
    <w:rsid w:val="003004FA"/>
    <w:rsid w:val="003010C5"/>
    <w:rsid w:val="00301C51"/>
    <w:rsid w:val="00302647"/>
    <w:rsid w:val="0030329E"/>
    <w:rsid w:val="00306D9C"/>
    <w:rsid w:val="00310851"/>
    <w:rsid w:val="00310990"/>
    <w:rsid w:val="00310BF4"/>
    <w:rsid w:val="0031173B"/>
    <w:rsid w:val="00312FAA"/>
    <w:rsid w:val="003134C3"/>
    <w:rsid w:val="00317D4A"/>
    <w:rsid w:val="003243DA"/>
    <w:rsid w:val="00326708"/>
    <w:rsid w:val="003269B6"/>
    <w:rsid w:val="00327B60"/>
    <w:rsid w:val="0033233D"/>
    <w:rsid w:val="0033243A"/>
    <w:rsid w:val="00332BB7"/>
    <w:rsid w:val="003330DE"/>
    <w:rsid w:val="003407FB"/>
    <w:rsid w:val="00341180"/>
    <w:rsid w:val="00344DAD"/>
    <w:rsid w:val="0034603B"/>
    <w:rsid w:val="00346865"/>
    <w:rsid w:val="00350DE4"/>
    <w:rsid w:val="00355E30"/>
    <w:rsid w:val="0036522A"/>
    <w:rsid w:val="00365C4E"/>
    <w:rsid w:val="00380690"/>
    <w:rsid w:val="003820D7"/>
    <w:rsid w:val="00386922"/>
    <w:rsid w:val="00387479"/>
    <w:rsid w:val="003900AD"/>
    <w:rsid w:val="003928D1"/>
    <w:rsid w:val="00393123"/>
    <w:rsid w:val="0039554A"/>
    <w:rsid w:val="00396E10"/>
    <w:rsid w:val="00397D68"/>
    <w:rsid w:val="003A0B19"/>
    <w:rsid w:val="003A1816"/>
    <w:rsid w:val="003A2094"/>
    <w:rsid w:val="003A377F"/>
    <w:rsid w:val="003A4BF2"/>
    <w:rsid w:val="003A7040"/>
    <w:rsid w:val="003B1250"/>
    <w:rsid w:val="003B5089"/>
    <w:rsid w:val="003B7C4A"/>
    <w:rsid w:val="003E0641"/>
    <w:rsid w:val="003E11B5"/>
    <w:rsid w:val="003F2F09"/>
    <w:rsid w:val="003F4BE9"/>
    <w:rsid w:val="003F5611"/>
    <w:rsid w:val="0040693A"/>
    <w:rsid w:val="0040737F"/>
    <w:rsid w:val="0041377F"/>
    <w:rsid w:val="004137EF"/>
    <w:rsid w:val="00413C00"/>
    <w:rsid w:val="00431816"/>
    <w:rsid w:val="004322EB"/>
    <w:rsid w:val="004343C0"/>
    <w:rsid w:val="00440516"/>
    <w:rsid w:val="004407E5"/>
    <w:rsid w:val="00441AA6"/>
    <w:rsid w:val="00451B57"/>
    <w:rsid w:val="00452CE5"/>
    <w:rsid w:val="004535AA"/>
    <w:rsid w:val="00453ECF"/>
    <w:rsid w:val="00463551"/>
    <w:rsid w:val="00474107"/>
    <w:rsid w:val="00476C91"/>
    <w:rsid w:val="0048198A"/>
    <w:rsid w:val="004858A0"/>
    <w:rsid w:val="00486558"/>
    <w:rsid w:val="004868E6"/>
    <w:rsid w:val="00486AF2"/>
    <w:rsid w:val="004874CB"/>
    <w:rsid w:val="004919B5"/>
    <w:rsid w:val="00492A40"/>
    <w:rsid w:val="00493ADD"/>
    <w:rsid w:val="0049552D"/>
    <w:rsid w:val="004965B3"/>
    <w:rsid w:val="0049723A"/>
    <w:rsid w:val="00497469"/>
    <w:rsid w:val="004A0B0A"/>
    <w:rsid w:val="004A2039"/>
    <w:rsid w:val="004A32F2"/>
    <w:rsid w:val="004A4F15"/>
    <w:rsid w:val="004B148E"/>
    <w:rsid w:val="004B336D"/>
    <w:rsid w:val="004B36B2"/>
    <w:rsid w:val="004B61E0"/>
    <w:rsid w:val="004B6565"/>
    <w:rsid w:val="004C1F49"/>
    <w:rsid w:val="004C38F7"/>
    <w:rsid w:val="004C3C77"/>
    <w:rsid w:val="004D1189"/>
    <w:rsid w:val="004D17D3"/>
    <w:rsid w:val="004E1EA7"/>
    <w:rsid w:val="004E5589"/>
    <w:rsid w:val="004E7E67"/>
    <w:rsid w:val="004F20E7"/>
    <w:rsid w:val="004F3D3A"/>
    <w:rsid w:val="00502482"/>
    <w:rsid w:val="0050258B"/>
    <w:rsid w:val="00502926"/>
    <w:rsid w:val="0050735C"/>
    <w:rsid w:val="0051440C"/>
    <w:rsid w:val="00520B77"/>
    <w:rsid w:val="00523272"/>
    <w:rsid w:val="00536D97"/>
    <w:rsid w:val="005422F6"/>
    <w:rsid w:val="00551319"/>
    <w:rsid w:val="00555573"/>
    <w:rsid w:val="0055694D"/>
    <w:rsid w:val="00560A48"/>
    <w:rsid w:val="00561F55"/>
    <w:rsid w:val="005624D1"/>
    <w:rsid w:val="00562AAE"/>
    <w:rsid w:val="00574341"/>
    <w:rsid w:val="005763B6"/>
    <w:rsid w:val="00582A4C"/>
    <w:rsid w:val="00583938"/>
    <w:rsid w:val="00594667"/>
    <w:rsid w:val="0059528C"/>
    <w:rsid w:val="005A0095"/>
    <w:rsid w:val="005A1C3E"/>
    <w:rsid w:val="005A2775"/>
    <w:rsid w:val="005B0CAE"/>
    <w:rsid w:val="005B185B"/>
    <w:rsid w:val="005C03AB"/>
    <w:rsid w:val="005C47EE"/>
    <w:rsid w:val="005C598E"/>
    <w:rsid w:val="005D3361"/>
    <w:rsid w:val="005D5339"/>
    <w:rsid w:val="005E27A6"/>
    <w:rsid w:val="005E64F8"/>
    <w:rsid w:val="005F4F3E"/>
    <w:rsid w:val="005F67C0"/>
    <w:rsid w:val="005F698D"/>
    <w:rsid w:val="0060106D"/>
    <w:rsid w:val="00601B7D"/>
    <w:rsid w:val="00602288"/>
    <w:rsid w:val="006023DC"/>
    <w:rsid w:val="00603AB9"/>
    <w:rsid w:val="00605554"/>
    <w:rsid w:val="00615682"/>
    <w:rsid w:val="00620199"/>
    <w:rsid w:val="006231C1"/>
    <w:rsid w:val="0062414A"/>
    <w:rsid w:val="00625E40"/>
    <w:rsid w:val="0063068E"/>
    <w:rsid w:val="00631E21"/>
    <w:rsid w:val="00633B42"/>
    <w:rsid w:val="006347B2"/>
    <w:rsid w:val="00635290"/>
    <w:rsid w:val="00642BEF"/>
    <w:rsid w:val="00644281"/>
    <w:rsid w:val="00647005"/>
    <w:rsid w:val="0064735E"/>
    <w:rsid w:val="006479D2"/>
    <w:rsid w:val="0065324C"/>
    <w:rsid w:val="006549FA"/>
    <w:rsid w:val="00657D7E"/>
    <w:rsid w:val="00661A2F"/>
    <w:rsid w:val="00662433"/>
    <w:rsid w:val="006735B7"/>
    <w:rsid w:val="00674EBE"/>
    <w:rsid w:val="00675331"/>
    <w:rsid w:val="00675527"/>
    <w:rsid w:val="006835E4"/>
    <w:rsid w:val="006866AB"/>
    <w:rsid w:val="00692A10"/>
    <w:rsid w:val="006934EA"/>
    <w:rsid w:val="006A137D"/>
    <w:rsid w:val="006A7230"/>
    <w:rsid w:val="006B1239"/>
    <w:rsid w:val="006B2690"/>
    <w:rsid w:val="006B6F50"/>
    <w:rsid w:val="006C0431"/>
    <w:rsid w:val="006C0AF9"/>
    <w:rsid w:val="006C225A"/>
    <w:rsid w:val="006C5404"/>
    <w:rsid w:val="006D1329"/>
    <w:rsid w:val="006D1A6C"/>
    <w:rsid w:val="006D6BA8"/>
    <w:rsid w:val="006D7272"/>
    <w:rsid w:val="006D7ECB"/>
    <w:rsid w:val="006E2871"/>
    <w:rsid w:val="006E3D19"/>
    <w:rsid w:val="006F16F9"/>
    <w:rsid w:val="006F3A01"/>
    <w:rsid w:val="006F3CBD"/>
    <w:rsid w:val="006F5048"/>
    <w:rsid w:val="006F73D5"/>
    <w:rsid w:val="00701E55"/>
    <w:rsid w:val="0070284E"/>
    <w:rsid w:val="0070738A"/>
    <w:rsid w:val="00710AF7"/>
    <w:rsid w:val="00710F6C"/>
    <w:rsid w:val="00722024"/>
    <w:rsid w:val="007232DE"/>
    <w:rsid w:val="007241A1"/>
    <w:rsid w:val="00730215"/>
    <w:rsid w:val="00731F9C"/>
    <w:rsid w:val="007367AF"/>
    <w:rsid w:val="00737BEF"/>
    <w:rsid w:val="00740065"/>
    <w:rsid w:val="0074009F"/>
    <w:rsid w:val="00740A2D"/>
    <w:rsid w:val="007410D2"/>
    <w:rsid w:val="007426E1"/>
    <w:rsid w:val="007430EC"/>
    <w:rsid w:val="00747B1F"/>
    <w:rsid w:val="00751E11"/>
    <w:rsid w:val="0075226C"/>
    <w:rsid w:val="00760235"/>
    <w:rsid w:val="00764549"/>
    <w:rsid w:val="00766007"/>
    <w:rsid w:val="00781F08"/>
    <w:rsid w:val="00784AF3"/>
    <w:rsid w:val="007910D4"/>
    <w:rsid w:val="00793F56"/>
    <w:rsid w:val="007A4AC8"/>
    <w:rsid w:val="007A4B94"/>
    <w:rsid w:val="007A6F77"/>
    <w:rsid w:val="007A6F82"/>
    <w:rsid w:val="007B5D2B"/>
    <w:rsid w:val="007B728E"/>
    <w:rsid w:val="007C02E9"/>
    <w:rsid w:val="007C2707"/>
    <w:rsid w:val="007C693D"/>
    <w:rsid w:val="007C6D6D"/>
    <w:rsid w:val="007D6FD0"/>
    <w:rsid w:val="007D78AA"/>
    <w:rsid w:val="007E0AF8"/>
    <w:rsid w:val="007E0BA2"/>
    <w:rsid w:val="007E1C7D"/>
    <w:rsid w:val="007E34CB"/>
    <w:rsid w:val="007E4E27"/>
    <w:rsid w:val="007E59D5"/>
    <w:rsid w:val="007E6E71"/>
    <w:rsid w:val="007F2AC4"/>
    <w:rsid w:val="007F2AFF"/>
    <w:rsid w:val="007F34D2"/>
    <w:rsid w:val="007F3A83"/>
    <w:rsid w:val="007F6E70"/>
    <w:rsid w:val="008007E0"/>
    <w:rsid w:val="00800ECB"/>
    <w:rsid w:val="00805D13"/>
    <w:rsid w:val="0080769B"/>
    <w:rsid w:val="0081065E"/>
    <w:rsid w:val="00814A4A"/>
    <w:rsid w:val="008241D8"/>
    <w:rsid w:val="0083368F"/>
    <w:rsid w:val="00834114"/>
    <w:rsid w:val="0083498F"/>
    <w:rsid w:val="0084092C"/>
    <w:rsid w:val="008418D5"/>
    <w:rsid w:val="00841C3D"/>
    <w:rsid w:val="00843117"/>
    <w:rsid w:val="00843938"/>
    <w:rsid w:val="00851517"/>
    <w:rsid w:val="008525B5"/>
    <w:rsid w:val="00855E4F"/>
    <w:rsid w:val="0086514C"/>
    <w:rsid w:val="008667E5"/>
    <w:rsid w:val="008720A5"/>
    <w:rsid w:val="0087280B"/>
    <w:rsid w:val="00872EB7"/>
    <w:rsid w:val="008730B4"/>
    <w:rsid w:val="008837EB"/>
    <w:rsid w:val="0088551C"/>
    <w:rsid w:val="00890A6C"/>
    <w:rsid w:val="00891E0B"/>
    <w:rsid w:val="00892BD7"/>
    <w:rsid w:val="00893591"/>
    <w:rsid w:val="008A2421"/>
    <w:rsid w:val="008A2C9C"/>
    <w:rsid w:val="008A5BC6"/>
    <w:rsid w:val="008A60C8"/>
    <w:rsid w:val="008B3C86"/>
    <w:rsid w:val="008B4EF8"/>
    <w:rsid w:val="008B74BB"/>
    <w:rsid w:val="008B7691"/>
    <w:rsid w:val="008C2CEE"/>
    <w:rsid w:val="008C6DAE"/>
    <w:rsid w:val="008D2AC0"/>
    <w:rsid w:val="008D2ED1"/>
    <w:rsid w:val="008D5CAC"/>
    <w:rsid w:val="008E40F3"/>
    <w:rsid w:val="008E504A"/>
    <w:rsid w:val="008E6D36"/>
    <w:rsid w:val="008F6205"/>
    <w:rsid w:val="00900CDB"/>
    <w:rsid w:val="009101B3"/>
    <w:rsid w:val="009106BC"/>
    <w:rsid w:val="00913555"/>
    <w:rsid w:val="0092048A"/>
    <w:rsid w:val="00922A8E"/>
    <w:rsid w:val="00942AF2"/>
    <w:rsid w:val="00942E82"/>
    <w:rsid w:val="0094312B"/>
    <w:rsid w:val="00954BAF"/>
    <w:rsid w:val="0096251A"/>
    <w:rsid w:val="00964865"/>
    <w:rsid w:val="009703D2"/>
    <w:rsid w:val="00971829"/>
    <w:rsid w:val="009743AB"/>
    <w:rsid w:val="00976E4A"/>
    <w:rsid w:val="00981150"/>
    <w:rsid w:val="00982074"/>
    <w:rsid w:val="009853DE"/>
    <w:rsid w:val="0098588E"/>
    <w:rsid w:val="00996360"/>
    <w:rsid w:val="009A5A1E"/>
    <w:rsid w:val="009A7DB2"/>
    <w:rsid w:val="009B28A5"/>
    <w:rsid w:val="009B6782"/>
    <w:rsid w:val="009B70AB"/>
    <w:rsid w:val="009B779D"/>
    <w:rsid w:val="009B7C56"/>
    <w:rsid w:val="009C0A33"/>
    <w:rsid w:val="009C1E50"/>
    <w:rsid w:val="009C1FAF"/>
    <w:rsid w:val="009C2965"/>
    <w:rsid w:val="009C656B"/>
    <w:rsid w:val="009D1F93"/>
    <w:rsid w:val="009D5F1F"/>
    <w:rsid w:val="009E1243"/>
    <w:rsid w:val="009E1ABE"/>
    <w:rsid w:val="009E42A4"/>
    <w:rsid w:val="009E7FC1"/>
    <w:rsid w:val="009F3B87"/>
    <w:rsid w:val="009F4989"/>
    <w:rsid w:val="00A03DA2"/>
    <w:rsid w:val="00A04255"/>
    <w:rsid w:val="00A11C45"/>
    <w:rsid w:val="00A12C1E"/>
    <w:rsid w:val="00A162BA"/>
    <w:rsid w:val="00A17568"/>
    <w:rsid w:val="00A17A31"/>
    <w:rsid w:val="00A21774"/>
    <w:rsid w:val="00A21AD1"/>
    <w:rsid w:val="00A24DBA"/>
    <w:rsid w:val="00A322A4"/>
    <w:rsid w:val="00A3329F"/>
    <w:rsid w:val="00A4042F"/>
    <w:rsid w:val="00A45F1E"/>
    <w:rsid w:val="00A46523"/>
    <w:rsid w:val="00A50DC6"/>
    <w:rsid w:val="00A520A2"/>
    <w:rsid w:val="00A544E6"/>
    <w:rsid w:val="00A61AC6"/>
    <w:rsid w:val="00A80891"/>
    <w:rsid w:val="00A8771C"/>
    <w:rsid w:val="00A932EB"/>
    <w:rsid w:val="00A956DA"/>
    <w:rsid w:val="00A95F20"/>
    <w:rsid w:val="00AA1F76"/>
    <w:rsid w:val="00AA3AC0"/>
    <w:rsid w:val="00AA4243"/>
    <w:rsid w:val="00AA51EC"/>
    <w:rsid w:val="00AA6837"/>
    <w:rsid w:val="00AB1AF3"/>
    <w:rsid w:val="00AB4DA4"/>
    <w:rsid w:val="00AB6B56"/>
    <w:rsid w:val="00AC0D47"/>
    <w:rsid w:val="00AD0655"/>
    <w:rsid w:val="00AD2E0C"/>
    <w:rsid w:val="00AD518E"/>
    <w:rsid w:val="00AE040C"/>
    <w:rsid w:val="00AE0CA7"/>
    <w:rsid w:val="00AE33AA"/>
    <w:rsid w:val="00AF1BCC"/>
    <w:rsid w:val="00AF2D78"/>
    <w:rsid w:val="00AF64D3"/>
    <w:rsid w:val="00B016FB"/>
    <w:rsid w:val="00B02169"/>
    <w:rsid w:val="00B040EF"/>
    <w:rsid w:val="00B044EC"/>
    <w:rsid w:val="00B07180"/>
    <w:rsid w:val="00B1061A"/>
    <w:rsid w:val="00B1106D"/>
    <w:rsid w:val="00B221A8"/>
    <w:rsid w:val="00B239F8"/>
    <w:rsid w:val="00B24E95"/>
    <w:rsid w:val="00B26183"/>
    <w:rsid w:val="00B27DC6"/>
    <w:rsid w:val="00B3168A"/>
    <w:rsid w:val="00B35766"/>
    <w:rsid w:val="00B3678C"/>
    <w:rsid w:val="00B36AEB"/>
    <w:rsid w:val="00B40D0B"/>
    <w:rsid w:val="00B421AA"/>
    <w:rsid w:val="00B463DD"/>
    <w:rsid w:val="00B52F84"/>
    <w:rsid w:val="00B53836"/>
    <w:rsid w:val="00B53C92"/>
    <w:rsid w:val="00B54DFC"/>
    <w:rsid w:val="00B5503D"/>
    <w:rsid w:val="00B5708C"/>
    <w:rsid w:val="00B61CEE"/>
    <w:rsid w:val="00B638AE"/>
    <w:rsid w:val="00B679E6"/>
    <w:rsid w:val="00B702B3"/>
    <w:rsid w:val="00B71D3A"/>
    <w:rsid w:val="00B71FCF"/>
    <w:rsid w:val="00B73495"/>
    <w:rsid w:val="00B74EBA"/>
    <w:rsid w:val="00B75302"/>
    <w:rsid w:val="00B82B28"/>
    <w:rsid w:val="00B85389"/>
    <w:rsid w:val="00B871F2"/>
    <w:rsid w:val="00BA40D2"/>
    <w:rsid w:val="00BB062B"/>
    <w:rsid w:val="00BB538F"/>
    <w:rsid w:val="00BC3F77"/>
    <w:rsid w:val="00BD08A0"/>
    <w:rsid w:val="00BD0DF7"/>
    <w:rsid w:val="00BD0E59"/>
    <w:rsid w:val="00BD1682"/>
    <w:rsid w:val="00BD4485"/>
    <w:rsid w:val="00BD7CFF"/>
    <w:rsid w:val="00BE023F"/>
    <w:rsid w:val="00BE10AB"/>
    <w:rsid w:val="00BE3CA5"/>
    <w:rsid w:val="00BE4439"/>
    <w:rsid w:val="00BE5AEB"/>
    <w:rsid w:val="00BF0983"/>
    <w:rsid w:val="00BF4A95"/>
    <w:rsid w:val="00BF5A49"/>
    <w:rsid w:val="00C004C9"/>
    <w:rsid w:val="00C03C82"/>
    <w:rsid w:val="00C13910"/>
    <w:rsid w:val="00C1421A"/>
    <w:rsid w:val="00C159B1"/>
    <w:rsid w:val="00C15CAB"/>
    <w:rsid w:val="00C15E36"/>
    <w:rsid w:val="00C2253B"/>
    <w:rsid w:val="00C22AD4"/>
    <w:rsid w:val="00C23D28"/>
    <w:rsid w:val="00C23F24"/>
    <w:rsid w:val="00C30A9D"/>
    <w:rsid w:val="00C33373"/>
    <w:rsid w:val="00C3507C"/>
    <w:rsid w:val="00C36E36"/>
    <w:rsid w:val="00C41748"/>
    <w:rsid w:val="00C454E0"/>
    <w:rsid w:val="00C5253E"/>
    <w:rsid w:val="00C5440B"/>
    <w:rsid w:val="00C54BED"/>
    <w:rsid w:val="00C55497"/>
    <w:rsid w:val="00C64F76"/>
    <w:rsid w:val="00C65A52"/>
    <w:rsid w:val="00C6728B"/>
    <w:rsid w:val="00C7543E"/>
    <w:rsid w:val="00C77F8E"/>
    <w:rsid w:val="00C81CAC"/>
    <w:rsid w:val="00C8202B"/>
    <w:rsid w:val="00C85125"/>
    <w:rsid w:val="00C9193F"/>
    <w:rsid w:val="00C934EA"/>
    <w:rsid w:val="00C96149"/>
    <w:rsid w:val="00C96221"/>
    <w:rsid w:val="00CA1A08"/>
    <w:rsid w:val="00CA5402"/>
    <w:rsid w:val="00CA64CD"/>
    <w:rsid w:val="00CA6884"/>
    <w:rsid w:val="00CB1E8D"/>
    <w:rsid w:val="00CB407F"/>
    <w:rsid w:val="00CB7155"/>
    <w:rsid w:val="00CC13BD"/>
    <w:rsid w:val="00CC1659"/>
    <w:rsid w:val="00CC19E5"/>
    <w:rsid w:val="00CC57F4"/>
    <w:rsid w:val="00CC5810"/>
    <w:rsid w:val="00CD1E58"/>
    <w:rsid w:val="00CE43F0"/>
    <w:rsid w:val="00CE5688"/>
    <w:rsid w:val="00CE6145"/>
    <w:rsid w:val="00CE635F"/>
    <w:rsid w:val="00CF09F2"/>
    <w:rsid w:val="00D037F7"/>
    <w:rsid w:val="00D048ED"/>
    <w:rsid w:val="00D061B5"/>
    <w:rsid w:val="00D17847"/>
    <w:rsid w:val="00D17CEE"/>
    <w:rsid w:val="00D2156D"/>
    <w:rsid w:val="00D22CFF"/>
    <w:rsid w:val="00D24639"/>
    <w:rsid w:val="00D252FF"/>
    <w:rsid w:val="00D27788"/>
    <w:rsid w:val="00D31E61"/>
    <w:rsid w:val="00D34E81"/>
    <w:rsid w:val="00D36720"/>
    <w:rsid w:val="00D37D9D"/>
    <w:rsid w:val="00D40D18"/>
    <w:rsid w:val="00D44B5C"/>
    <w:rsid w:val="00D46E68"/>
    <w:rsid w:val="00D52971"/>
    <w:rsid w:val="00D56127"/>
    <w:rsid w:val="00D56954"/>
    <w:rsid w:val="00D60725"/>
    <w:rsid w:val="00D62974"/>
    <w:rsid w:val="00D63671"/>
    <w:rsid w:val="00D7007D"/>
    <w:rsid w:val="00D7308C"/>
    <w:rsid w:val="00D80D19"/>
    <w:rsid w:val="00D830DB"/>
    <w:rsid w:val="00D8526E"/>
    <w:rsid w:val="00D87D50"/>
    <w:rsid w:val="00DA0E7A"/>
    <w:rsid w:val="00DA4FE7"/>
    <w:rsid w:val="00DA7585"/>
    <w:rsid w:val="00DB0EF2"/>
    <w:rsid w:val="00DB1CC7"/>
    <w:rsid w:val="00DB2459"/>
    <w:rsid w:val="00DB4913"/>
    <w:rsid w:val="00DB5C84"/>
    <w:rsid w:val="00DD45FF"/>
    <w:rsid w:val="00DD7A53"/>
    <w:rsid w:val="00DE009A"/>
    <w:rsid w:val="00DF28B9"/>
    <w:rsid w:val="00DF3F2F"/>
    <w:rsid w:val="00DF7F94"/>
    <w:rsid w:val="00E03F2D"/>
    <w:rsid w:val="00E04098"/>
    <w:rsid w:val="00E07843"/>
    <w:rsid w:val="00E116C2"/>
    <w:rsid w:val="00E20C6A"/>
    <w:rsid w:val="00E2247E"/>
    <w:rsid w:val="00E33409"/>
    <w:rsid w:val="00E352F5"/>
    <w:rsid w:val="00E36C56"/>
    <w:rsid w:val="00E37158"/>
    <w:rsid w:val="00E40274"/>
    <w:rsid w:val="00E40F06"/>
    <w:rsid w:val="00E44B62"/>
    <w:rsid w:val="00E45FDA"/>
    <w:rsid w:val="00E53861"/>
    <w:rsid w:val="00E57D00"/>
    <w:rsid w:val="00E61A3E"/>
    <w:rsid w:val="00E62B45"/>
    <w:rsid w:val="00E6375B"/>
    <w:rsid w:val="00E67314"/>
    <w:rsid w:val="00E740C8"/>
    <w:rsid w:val="00E76DCE"/>
    <w:rsid w:val="00E80CF0"/>
    <w:rsid w:val="00E81F0B"/>
    <w:rsid w:val="00E83409"/>
    <w:rsid w:val="00E96733"/>
    <w:rsid w:val="00EA02AA"/>
    <w:rsid w:val="00EA12B7"/>
    <w:rsid w:val="00EA376C"/>
    <w:rsid w:val="00EB10C6"/>
    <w:rsid w:val="00EB1D9F"/>
    <w:rsid w:val="00EB4F2A"/>
    <w:rsid w:val="00EB56A4"/>
    <w:rsid w:val="00EB6163"/>
    <w:rsid w:val="00EC1B7C"/>
    <w:rsid w:val="00EC1BF0"/>
    <w:rsid w:val="00EC1E86"/>
    <w:rsid w:val="00EC6AC5"/>
    <w:rsid w:val="00ED4722"/>
    <w:rsid w:val="00ED77E4"/>
    <w:rsid w:val="00EE1A5E"/>
    <w:rsid w:val="00EE7501"/>
    <w:rsid w:val="00EF557C"/>
    <w:rsid w:val="00F0334E"/>
    <w:rsid w:val="00F03C23"/>
    <w:rsid w:val="00F07E84"/>
    <w:rsid w:val="00F203C4"/>
    <w:rsid w:val="00F23775"/>
    <w:rsid w:val="00F32E35"/>
    <w:rsid w:val="00F33073"/>
    <w:rsid w:val="00F335E8"/>
    <w:rsid w:val="00F3488F"/>
    <w:rsid w:val="00F35966"/>
    <w:rsid w:val="00F4239C"/>
    <w:rsid w:val="00F432D1"/>
    <w:rsid w:val="00F54E81"/>
    <w:rsid w:val="00F640AF"/>
    <w:rsid w:val="00F67851"/>
    <w:rsid w:val="00F70367"/>
    <w:rsid w:val="00F71EEE"/>
    <w:rsid w:val="00F74BD1"/>
    <w:rsid w:val="00F74DDB"/>
    <w:rsid w:val="00F757D6"/>
    <w:rsid w:val="00F77702"/>
    <w:rsid w:val="00F842C7"/>
    <w:rsid w:val="00F861BA"/>
    <w:rsid w:val="00F862BF"/>
    <w:rsid w:val="00F8722A"/>
    <w:rsid w:val="00F93F8B"/>
    <w:rsid w:val="00F950D2"/>
    <w:rsid w:val="00FA79D0"/>
    <w:rsid w:val="00FB01F2"/>
    <w:rsid w:val="00FB3121"/>
    <w:rsid w:val="00FB55C3"/>
    <w:rsid w:val="00FB7768"/>
    <w:rsid w:val="00FC0A89"/>
    <w:rsid w:val="00FC0E30"/>
    <w:rsid w:val="00FC0EB6"/>
    <w:rsid w:val="00FC2319"/>
    <w:rsid w:val="00FC7414"/>
    <w:rsid w:val="00FD3A86"/>
    <w:rsid w:val="00FD46BE"/>
    <w:rsid w:val="00FD475F"/>
    <w:rsid w:val="00FD6635"/>
    <w:rsid w:val="00FE62B2"/>
    <w:rsid w:val="00FF0C99"/>
    <w:rsid w:val="00FF0F0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5B54"/>
  </w:style>
  <w:style w:type="paragraph" w:styleId="1">
    <w:name w:val="heading 1"/>
    <w:basedOn w:val="a"/>
    <w:next w:val="a"/>
    <w:link w:val="1Char"/>
    <w:qFormat/>
    <w:rsid w:val="00EE1A5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Char"/>
    <w:unhideWhenUsed/>
    <w:qFormat/>
    <w:rsid w:val="000929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Char"/>
    <w:unhideWhenUsed/>
    <w:qFormat/>
    <w:rsid w:val="00EE1A5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Char"/>
    <w:qFormat/>
    <w:rsid w:val="00EE1A5E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b/>
      <w:sz w:val="24"/>
    </w:rPr>
  </w:style>
  <w:style w:type="paragraph" w:styleId="5">
    <w:name w:val="heading 5"/>
    <w:basedOn w:val="a"/>
    <w:next w:val="a"/>
    <w:link w:val="5Char"/>
    <w:qFormat/>
    <w:rsid w:val="00EC1B7C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Char"/>
    <w:unhideWhenUsed/>
    <w:qFormat/>
    <w:rsid w:val="00EE1A5E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Char"/>
    <w:qFormat/>
    <w:rsid w:val="00EE1A5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autoSpaceDN w:val="0"/>
      <w:adjustRightInd w:val="0"/>
      <w:ind w:left="284" w:right="261"/>
      <w:jc w:val="center"/>
      <w:textAlignment w:val="baseline"/>
      <w:outlineLvl w:val="6"/>
    </w:pPr>
    <w:rPr>
      <w:b/>
      <w:sz w:val="28"/>
      <w:u w:val="single"/>
    </w:rPr>
  </w:style>
  <w:style w:type="paragraph" w:styleId="8">
    <w:name w:val="heading 8"/>
    <w:basedOn w:val="a"/>
    <w:next w:val="a"/>
    <w:link w:val="8Char"/>
    <w:uiPriority w:val="99"/>
    <w:qFormat/>
    <w:rsid w:val="005C598E"/>
    <w:pPr>
      <w:keepNext/>
      <w:keepLines/>
      <w:tabs>
        <w:tab w:val="num" w:pos="1440"/>
      </w:tabs>
      <w:suppressAutoHyphens/>
      <w:spacing w:before="200" w:line="276" w:lineRule="auto"/>
      <w:ind w:left="1440" w:hanging="1440"/>
      <w:outlineLvl w:val="7"/>
    </w:pPr>
    <w:rPr>
      <w:rFonts w:ascii="Cambria" w:hAnsi="Cambria"/>
      <w:color w:val="404040"/>
      <w:lang w:eastAsia="zh-CN"/>
    </w:rPr>
  </w:style>
  <w:style w:type="paragraph" w:styleId="9">
    <w:name w:val="heading 9"/>
    <w:basedOn w:val="a"/>
    <w:next w:val="a"/>
    <w:link w:val="9Char"/>
    <w:uiPriority w:val="99"/>
    <w:qFormat/>
    <w:rsid w:val="00EE1A5E"/>
    <w:pPr>
      <w:keepNext/>
      <w:spacing w:line="480" w:lineRule="auto"/>
      <w:ind w:left="1440" w:right="261" w:firstLine="720"/>
      <w:jc w:val="both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EE1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Char">
    <w:name w:val="Επικεφαλίδα 2 Char"/>
    <w:basedOn w:val="a0"/>
    <w:link w:val="2"/>
    <w:rsid w:val="000929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Char">
    <w:name w:val="Επικεφαλίδα 3 Char"/>
    <w:basedOn w:val="a0"/>
    <w:link w:val="3"/>
    <w:rsid w:val="00EE1A5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4Char">
    <w:name w:val="Επικεφαλίδα 4 Char"/>
    <w:basedOn w:val="a0"/>
    <w:link w:val="4"/>
    <w:rsid w:val="00EE1A5E"/>
    <w:rPr>
      <w:b/>
      <w:sz w:val="24"/>
    </w:rPr>
  </w:style>
  <w:style w:type="character" w:customStyle="1" w:styleId="5Char">
    <w:name w:val="Επικεφαλίδα 5 Char"/>
    <w:basedOn w:val="a0"/>
    <w:link w:val="5"/>
    <w:rsid w:val="00EC1B7C"/>
    <w:rPr>
      <w:rFonts w:ascii="Arial" w:hAnsi="Arial"/>
      <w:sz w:val="22"/>
    </w:rPr>
  </w:style>
  <w:style w:type="character" w:customStyle="1" w:styleId="6Char">
    <w:name w:val="Επικεφαλίδα 6 Char"/>
    <w:basedOn w:val="a0"/>
    <w:link w:val="6"/>
    <w:rsid w:val="00EE1A5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7Char">
    <w:name w:val="Επικεφαλίδα 7 Char"/>
    <w:basedOn w:val="a0"/>
    <w:link w:val="7"/>
    <w:rsid w:val="00EE1A5E"/>
    <w:rPr>
      <w:b/>
      <w:sz w:val="28"/>
      <w:u w:val="single"/>
    </w:rPr>
  </w:style>
  <w:style w:type="character" w:customStyle="1" w:styleId="8Char">
    <w:name w:val="Επικεφαλίδα 8 Char"/>
    <w:basedOn w:val="a0"/>
    <w:link w:val="8"/>
    <w:uiPriority w:val="99"/>
    <w:rsid w:val="005C598E"/>
    <w:rPr>
      <w:rFonts w:ascii="Cambria" w:hAnsi="Cambria"/>
      <w:color w:val="404040"/>
      <w:lang w:eastAsia="zh-CN"/>
    </w:rPr>
  </w:style>
  <w:style w:type="character" w:customStyle="1" w:styleId="9Char">
    <w:name w:val="Επικεφαλίδα 9 Char"/>
    <w:basedOn w:val="a0"/>
    <w:link w:val="9"/>
    <w:uiPriority w:val="99"/>
    <w:rsid w:val="00EE1A5E"/>
    <w:rPr>
      <w:b/>
      <w:bCs/>
      <w:sz w:val="24"/>
      <w:szCs w:val="24"/>
    </w:rPr>
  </w:style>
  <w:style w:type="paragraph" w:styleId="a3">
    <w:name w:val="header"/>
    <w:basedOn w:val="a"/>
    <w:link w:val="Char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30A9D"/>
    <w:rPr>
      <w:sz w:val="24"/>
      <w:szCs w:val="24"/>
    </w:rPr>
  </w:style>
  <w:style w:type="paragraph" w:styleId="a4">
    <w:name w:val="footer"/>
    <w:basedOn w:val="a"/>
    <w:link w:val="Char0"/>
    <w:uiPriority w:val="99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C30A9D"/>
    <w:rPr>
      <w:sz w:val="24"/>
      <w:szCs w:val="24"/>
    </w:rPr>
  </w:style>
  <w:style w:type="paragraph" w:styleId="a5">
    <w:name w:val="Balloon Text"/>
    <w:basedOn w:val="a"/>
    <w:link w:val="Char1"/>
    <w:uiPriority w:val="99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A1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4092C"/>
    <w:pPr>
      <w:ind w:left="720"/>
      <w:contextualSpacing/>
    </w:pPr>
  </w:style>
  <w:style w:type="character" w:styleId="-">
    <w:name w:val="Hyperlink"/>
    <w:basedOn w:val="a0"/>
    <w:uiPriority w:val="99"/>
    <w:rsid w:val="002A5B54"/>
    <w:rPr>
      <w:color w:val="0000FF"/>
      <w:u w:val="single"/>
    </w:rPr>
  </w:style>
  <w:style w:type="character" w:styleId="a8">
    <w:name w:val="Strong"/>
    <w:basedOn w:val="a0"/>
    <w:uiPriority w:val="22"/>
    <w:qFormat/>
    <w:rsid w:val="006C5404"/>
    <w:rPr>
      <w:b/>
      <w:bCs/>
    </w:rPr>
  </w:style>
  <w:style w:type="character" w:customStyle="1" w:styleId="a9">
    <w:name w:val="Σώμα κειμένου_"/>
    <w:basedOn w:val="a0"/>
    <w:link w:val="20"/>
    <w:rsid w:val="006C5404"/>
    <w:rPr>
      <w:rFonts w:ascii="Bookman Old Style" w:eastAsia="Bookman Old Style" w:hAnsi="Bookman Old Style" w:cs="Bookman Old Style"/>
      <w:i/>
      <w:iCs/>
      <w:spacing w:val="-1"/>
      <w:sz w:val="15"/>
      <w:szCs w:val="15"/>
      <w:shd w:val="clear" w:color="auto" w:fill="FFFFFF"/>
    </w:rPr>
  </w:style>
  <w:style w:type="paragraph" w:customStyle="1" w:styleId="20">
    <w:name w:val="Σώμα κειμένου2"/>
    <w:basedOn w:val="a"/>
    <w:link w:val="a9"/>
    <w:rsid w:val="006C5404"/>
    <w:pPr>
      <w:widowControl w:val="0"/>
      <w:shd w:val="clear" w:color="auto" w:fill="FFFFFF"/>
      <w:spacing w:before="300" w:after="420" w:line="211" w:lineRule="exact"/>
    </w:pPr>
    <w:rPr>
      <w:rFonts w:ascii="Bookman Old Style" w:eastAsia="Bookman Old Style" w:hAnsi="Bookman Old Style" w:cs="Bookman Old Style"/>
      <w:i/>
      <w:iCs/>
      <w:spacing w:val="-1"/>
      <w:sz w:val="15"/>
      <w:szCs w:val="15"/>
    </w:rPr>
  </w:style>
  <w:style w:type="paragraph" w:styleId="aa">
    <w:name w:val="Body Text Indent"/>
    <w:basedOn w:val="a"/>
    <w:link w:val="Char2"/>
    <w:rsid w:val="005B185B"/>
    <w:pPr>
      <w:ind w:left="-709"/>
      <w:jc w:val="center"/>
    </w:pPr>
    <w:rPr>
      <w:b/>
      <w:sz w:val="36"/>
    </w:rPr>
  </w:style>
  <w:style w:type="character" w:customStyle="1" w:styleId="Char2">
    <w:name w:val="Σώμα κείμενου με εσοχή Char"/>
    <w:basedOn w:val="a0"/>
    <w:link w:val="aa"/>
    <w:rsid w:val="005B185B"/>
    <w:rPr>
      <w:b/>
      <w:sz w:val="36"/>
    </w:rPr>
  </w:style>
  <w:style w:type="paragraph" w:styleId="ab">
    <w:name w:val="Body Text"/>
    <w:basedOn w:val="a"/>
    <w:link w:val="Char3"/>
    <w:rsid w:val="005B185B"/>
    <w:pPr>
      <w:jc w:val="both"/>
    </w:pPr>
    <w:rPr>
      <w:sz w:val="24"/>
    </w:rPr>
  </w:style>
  <w:style w:type="character" w:customStyle="1" w:styleId="Char3">
    <w:name w:val="Σώμα κειμένου Char"/>
    <w:basedOn w:val="a0"/>
    <w:link w:val="ab"/>
    <w:rsid w:val="005B185B"/>
    <w:rPr>
      <w:sz w:val="24"/>
    </w:rPr>
  </w:style>
  <w:style w:type="paragraph" w:customStyle="1" w:styleId="40">
    <w:name w:val="Σώμα κειμένου4"/>
    <w:basedOn w:val="a"/>
    <w:rsid w:val="00397D68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paragraph" w:styleId="ac">
    <w:name w:val="No Spacing"/>
    <w:qFormat/>
    <w:rsid w:val="00EE1A5E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0">
    <w:name w:val="A4"/>
    <w:rsid w:val="00EE1A5E"/>
    <w:rPr>
      <w:rFonts w:cs="AWGWYK+Verdana"/>
      <w:color w:val="000000"/>
      <w:sz w:val="22"/>
      <w:szCs w:val="22"/>
    </w:rPr>
  </w:style>
  <w:style w:type="character" w:customStyle="1" w:styleId="ad">
    <w:name w:val="Σώμα κειμένου + Έντονη γραφή"/>
    <w:basedOn w:val="a9"/>
    <w:rsid w:val="00EE1A5E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lang w:val="el-GR"/>
    </w:rPr>
  </w:style>
  <w:style w:type="character" w:customStyle="1" w:styleId="30">
    <w:name w:val="Σώμα κειμένου (3)_"/>
    <w:basedOn w:val="a0"/>
    <w:link w:val="31"/>
    <w:rsid w:val="00EE1A5E"/>
    <w:rPr>
      <w:rFonts w:ascii="Verdana" w:eastAsia="Verdana" w:hAnsi="Verdana" w:cs="Verdana"/>
      <w:b/>
      <w:bCs/>
      <w:i/>
      <w:iCs/>
      <w:spacing w:val="20"/>
      <w:sz w:val="19"/>
      <w:szCs w:val="19"/>
      <w:shd w:val="clear" w:color="auto" w:fill="FFFFFF"/>
    </w:rPr>
  </w:style>
  <w:style w:type="paragraph" w:customStyle="1" w:styleId="31">
    <w:name w:val="Σώμα κειμένου (3)"/>
    <w:basedOn w:val="a"/>
    <w:link w:val="30"/>
    <w:rsid w:val="00EE1A5E"/>
    <w:pPr>
      <w:widowControl w:val="0"/>
      <w:shd w:val="clear" w:color="auto" w:fill="FFFFFF"/>
      <w:spacing w:after="60" w:line="0" w:lineRule="atLeast"/>
      <w:jc w:val="both"/>
    </w:pPr>
    <w:rPr>
      <w:rFonts w:ascii="Verdana" w:eastAsia="Verdana" w:hAnsi="Verdana" w:cs="Verdana"/>
      <w:b/>
      <w:bCs/>
      <w:i/>
      <w:iCs/>
      <w:spacing w:val="20"/>
      <w:sz w:val="19"/>
      <w:szCs w:val="19"/>
    </w:rPr>
  </w:style>
  <w:style w:type="character" w:customStyle="1" w:styleId="21">
    <w:name w:val="Επικεφαλίδα #2"/>
    <w:basedOn w:val="a0"/>
    <w:rsid w:val="000929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/>
    </w:rPr>
  </w:style>
  <w:style w:type="paragraph" w:styleId="Web">
    <w:name w:val="Normal (Web)"/>
    <w:basedOn w:val="a"/>
    <w:uiPriority w:val="99"/>
    <w:rsid w:val="005C598E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10">
    <w:name w:val="Χωρίς διάστιχο1"/>
    <w:rsid w:val="005C598E"/>
    <w:pPr>
      <w:suppressAutoHyphens/>
    </w:pPr>
    <w:rPr>
      <w:rFonts w:ascii="Calibri" w:hAnsi="Calibri" w:cs="Calibri"/>
      <w:kern w:val="1"/>
      <w:sz w:val="22"/>
      <w:szCs w:val="22"/>
      <w:lang w:val="en-US" w:eastAsia="zh-CN"/>
    </w:rPr>
  </w:style>
  <w:style w:type="paragraph" w:customStyle="1" w:styleId="-1">
    <w:name w:val="Κείμενο - 1"/>
    <w:rsid w:val="005C598E"/>
    <w:pPr>
      <w:keepLines/>
      <w:tabs>
        <w:tab w:val="left" w:pos="1482"/>
        <w:tab w:val="left" w:pos="1995"/>
        <w:tab w:val="left" w:pos="2551"/>
        <w:tab w:val="left" w:pos="3402"/>
        <w:tab w:val="left" w:pos="4252"/>
      </w:tabs>
      <w:suppressAutoHyphens/>
      <w:spacing w:line="362" w:lineRule="atLeast"/>
      <w:ind w:left="1474" w:hanging="340"/>
      <w:jc w:val="both"/>
      <w:textAlignment w:val="baseline"/>
    </w:pPr>
    <w:rPr>
      <w:rFonts w:ascii="HellasArial" w:hAnsi="HellasArial" w:cs="HellasArial"/>
      <w:color w:val="000000"/>
      <w:kern w:val="1"/>
      <w:sz w:val="24"/>
      <w:lang w:eastAsia="zh-CN"/>
    </w:rPr>
  </w:style>
  <w:style w:type="paragraph" w:customStyle="1" w:styleId="11">
    <w:name w:val="Βασικό1"/>
    <w:rsid w:val="005C598E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zh-CN"/>
    </w:rPr>
  </w:style>
  <w:style w:type="paragraph" w:customStyle="1" w:styleId="Default">
    <w:name w:val="Default"/>
    <w:rsid w:val="005C598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210">
    <w:name w:val="Σώμα κείμενου με εσοχή 21"/>
    <w:basedOn w:val="a"/>
    <w:rsid w:val="00EC1B7C"/>
    <w:pPr>
      <w:tabs>
        <w:tab w:val="left" w:pos="1418"/>
      </w:tabs>
      <w:overflowPunct w:val="0"/>
      <w:autoSpaceDE w:val="0"/>
      <w:autoSpaceDN w:val="0"/>
      <w:adjustRightInd w:val="0"/>
      <w:ind w:left="1276" w:hanging="567"/>
      <w:jc w:val="both"/>
      <w:textAlignment w:val="baseline"/>
    </w:pPr>
    <w:rPr>
      <w:rFonts w:ascii="Comic Sans MS" w:hAnsi="Comic Sans MS"/>
      <w:sz w:val="24"/>
    </w:rPr>
  </w:style>
  <w:style w:type="character" w:styleId="ae">
    <w:name w:val="page number"/>
    <w:basedOn w:val="a0"/>
    <w:rsid w:val="00EC1B7C"/>
    <w:rPr>
      <w:rFonts w:cs="Times New Roman"/>
    </w:rPr>
  </w:style>
  <w:style w:type="character" w:styleId="af">
    <w:name w:val="footnote reference"/>
    <w:basedOn w:val="a0"/>
    <w:rsid w:val="00EC1B7C"/>
    <w:rPr>
      <w:rFonts w:cs="Times New Roman"/>
      <w:vertAlign w:val="superscript"/>
    </w:rPr>
  </w:style>
  <w:style w:type="paragraph" w:customStyle="1" w:styleId="BlockText1">
    <w:name w:val="Block Text1"/>
    <w:basedOn w:val="a"/>
    <w:rsid w:val="00EC1B7C"/>
    <w:pPr>
      <w:tabs>
        <w:tab w:val="left" w:pos="1701"/>
        <w:tab w:val="center" w:pos="5104"/>
        <w:tab w:val="left" w:pos="7547"/>
        <w:tab w:val="left" w:pos="8505"/>
      </w:tabs>
      <w:overflowPunct w:val="0"/>
      <w:autoSpaceDE w:val="0"/>
      <w:autoSpaceDN w:val="0"/>
      <w:adjustRightInd w:val="0"/>
      <w:spacing w:line="360" w:lineRule="auto"/>
      <w:ind w:left="284" w:right="261"/>
      <w:textAlignment w:val="baseline"/>
    </w:pPr>
    <w:rPr>
      <w:sz w:val="24"/>
    </w:rPr>
  </w:style>
  <w:style w:type="paragraph" w:customStyle="1" w:styleId="22">
    <w:name w:val="Σώμα κείμενου με εσοχή 22"/>
    <w:basedOn w:val="a"/>
    <w:uiPriority w:val="99"/>
    <w:rsid w:val="00EC1B7C"/>
    <w:pPr>
      <w:tabs>
        <w:tab w:val="left" w:pos="1418"/>
      </w:tabs>
      <w:overflowPunct w:val="0"/>
      <w:autoSpaceDE w:val="0"/>
      <w:autoSpaceDN w:val="0"/>
      <w:adjustRightInd w:val="0"/>
      <w:ind w:left="1276" w:hanging="567"/>
      <w:jc w:val="both"/>
      <w:textAlignment w:val="baseline"/>
    </w:pPr>
    <w:rPr>
      <w:rFonts w:ascii="Comic Sans MS" w:hAnsi="Comic Sans MS"/>
      <w:sz w:val="24"/>
    </w:rPr>
  </w:style>
  <w:style w:type="paragraph" w:customStyle="1" w:styleId="Char1CharChar">
    <w:name w:val="Char1 Char Char"/>
    <w:basedOn w:val="a"/>
    <w:rsid w:val="00EC1B7C"/>
    <w:pPr>
      <w:spacing w:after="160" w:line="240" w:lineRule="exact"/>
    </w:pPr>
    <w:rPr>
      <w:rFonts w:ascii="Verdana" w:hAnsi="Verdana"/>
      <w:lang w:val="en-US" w:eastAsia="en-US"/>
    </w:rPr>
  </w:style>
  <w:style w:type="table" w:customStyle="1" w:styleId="1-11">
    <w:name w:val="Μεσαία σκίαση 1 - ΄Εμφαση 11"/>
    <w:basedOn w:val="a1"/>
    <w:uiPriority w:val="63"/>
    <w:rsid w:val="00EC1B7C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-3">
    <w:name w:val="Medium Grid 3 Accent 3"/>
    <w:basedOn w:val="a1"/>
    <w:uiPriority w:val="69"/>
    <w:rsid w:val="00EC1B7C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customStyle="1" w:styleId="af0">
    <w:name w:val="Χαρακτήρες υποσημείωσης"/>
    <w:rsid w:val="00B71FCF"/>
  </w:style>
  <w:style w:type="character" w:customStyle="1" w:styleId="af1">
    <w:name w:val="Σύμβολο υποσημείωσης"/>
    <w:rsid w:val="00B71FCF"/>
    <w:rPr>
      <w:vertAlign w:val="superscript"/>
    </w:rPr>
  </w:style>
  <w:style w:type="character" w:customStyle="1" w:styleId="DeltaViewInsertion">
    <w:name w:val="DeltaView Insertion"/>
    <w:rsid w:val="00B71FCF"/>
    <w:rPr>
      <w:b/>
      <w:i/>
      <w:spacing w:val="0"/>
      <w:lang w:val="el-GR"/>
    </w:rPr>
  </w:style>
  <w:style w:type="character" w:customStyle="1" w:styleId="NormalBoldChar">
    <w:name w:val="NormalBold Char"/>
    <w:rsid w:val="00B71FCF"/>
    <w:rPr>
      <w:rFonts w:ascii="Times New Roman" w:eastAsia="Times New Roman" w:hAnsi="Times New Roman" w:cs="Times New Roman"/>
      <w:b/>
      <w:sz w:val="24"/>
      <w:lang w:val="el-GR"/>
    </w:rPr>
  </w:style>
  <w:style w:type="character" w:customStyle="1" w:styleId="af2">
    <w:name w:val="Χαρακτήρες σημείωσης τέλους"/>
    <w:rsid w:val="00B71FCF"/>
    <w:rPr>
      <w:vertAlign w:val="superscript"/>
    </w:rPr>
  </w:style>
  <w:style w:type="character" w:customStyle="1" w:styleId="12">
    <w:name w:val="Παραπομπή σημείωσης τέλους1"/>
    <w:rsid w:val="00B71FCF"/>
    <w:rPr>
      <w:vertAlign w:val="superscript"/>
    </w:rPr>
  </w:style>
  <w:style w:type="paragraph" w:customStyle="1" w:styleId="ChapterTitle">
    <w:name w:val="ChapterTitle"/>
    <w:basedOn w:val="a"/>
    <w:next w:val="a"/>
    <w:rsid w:val="00B71FCF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B71FCF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f3">
    <w:name w:val="endnote text"/>
    <w:basedOn w:val="a"/>
    <w:link w:val="Char4"/>
    <w:rsid w:val="00B71FCF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lang w:eastAsia="zh-CN"/>
    </w:rPr>
  </w:style>
  <w:style w:type="character" w:customStyle="1" w:styleId="Char4">
    <w:name w:val="Κείμενο σημείωσης τέλους Char"/>
    <w:basedOn w:val="a0"/>
    <w:link w:val="af3"/>
    <w:rsid w:val="00B71FCF"/>
    <w:rPr>
      <w:rFonts w:ascii="Calibri" w:hAnsi="Calibri" w:cs="Calibri"/>
      <w:kern w:val="1"/>
      <w:lang w:eastAsia="zh-CN"/>
    </w:rPr>
  </w:style>
  <w:style w:type="table" w:styleId="Web1">
    <w:name w:val="Table Web 1"/>
    <w:basedOn w:val="a1"/>
    <w:rsid w:val="002B787A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1"/>
    <w:rsid w:val="002B787A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">
    <w:name w:val="Ανοιχτόχρωμη σκίαση1"/>
    <w:basedOn w:val="a1"/>
    <w:uiPriority w:val="60"/>
    <w:rsid w:val="002B787A"/>
    <w:rPr>
      <w:rFonts w:ascii="Calibri" w:eastAsia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2">
    <w:name w:val="Light Shading Accent 2"/>
    <w:basedOn w:val="a1"/>
    <w:uiPriority w:val="60"/>
    <w:rsid w:val="002B787A"/>
    <w:rPr>
      <w:rFonts w:ascii="Calibri" w:eastAsia="Calibri" w:hAnsi="Calibri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11">
    <w:name w:val="Ανοιχτόχρωμη λίστα - ΄Εμφαση 11"/>
    <w:basedOn w:val="a1"/>
    <w:uiPriority w:val="61"/>
    <w:rsid w:val="002B787A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110">
    <w:name w:val="Μεσαία λίστα 11"/>
    <w:basedOn w:val="a1"/>
    <w:uiPriority w:val="65"/>
    <w:rsid w:val="002B787A"/>
    <w:rPr>
      <w:rFonts w:ascii="Calibri" w:eastAsia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paragraph" w:customStyle="1" w:styleId="Char1CharChar1">
    <w:name w:val="Char1 Char Char1"/>
    <w:basedOn w:val="a"/>
    <w:rsid w:val="002B787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hps">
    <w:name w:val="hps"/>
    <w:basedOn w:val="a0"/>
    <w:rsid w:val="002B787A"/>
  </w:style>
  <w:style w:type="paragraph" w:styleId="32">
    <w:name w:val="Body Text Indent 3"/>
    <w:basedOn w:val="a"/>
    <w:link w:val="3Char0"/>
    <w:unhideWhenUsed/>
    <w:rsid w:val="002B787A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HellasTimes" w:hAnsi="HellasTimes"/>
      <w:sz w:val="16"/>
      <w:szCs w:val="16"/>
    </w:rPr>
  </w:style>
  <w:style w:type="character" w:customStyle="1" w:styleId="3Char0">
    <w:name w:val="Σώμα κείμενου με εσοχή 3 Char"/>
    <w:basedOn w:val="a0"/>
    <w:link w:val="32"/>
    <w:rsid w:val="002B787A"/>
    <w:rPr>
      <w:rFonts w:ascii="HellasTimes" w:hAnsi="HellasTimes"/>
      <w:sz w:val="16"/>
      <w:szCs w:val="16"/>
    </w:rPr>
  </w:style>
  <w:style w:type="paragraph" w:styleId="23">
    <w:name w:val="Body Text 2"/>
    <w:basedOn w:val="a"/>
    <w:link w:val="2Char0"/>
    <w:rsid w:val="002B787A"/>
    <w:pPr>
      <w:spacing w:line="480" w:lineRule="auto"/>
    </w:pPr>
    <w:rPr>
      <w:b/>
      <w:bCs/>
      <w:sz w:val="28"/>
      <w:szCs w:val="24"/>
      <w:u w:val="single"/>
      <w:lang w:eastAsia="en-US"/>
    </w:rPr>
  </w:style>
  <w:style w:type="character" w:customStyle="1" w:styleId="2Char0">
    <w:name w:val="Σώμα κείμενου 2 Char"/>
    <w:basedOn w:val="a0"/>
    <w:link w:val="23"/>
    <w:rsid w:val="002B787A"/>
    <w:rPr>
      <w:b/>
      <w:bCs/>
      <w:sz w:val="28"/>
      <w:szCs w:val="24"/>
      <w:u w:val="single"/>
      <w:lang w:eastAsia="en-US"/>
    </w:rPr>
  </w:style>
  <w:style w:type="paragraph" w:styleId="33">
    <w:name w:val="Body Text 3"/>
    <w:basedOn w:val="a"/>
    <w:link w:val="3Char1"/>
    <w:rsid w:val="002B787A"/>
    <w:pPr>
      <w:spacing w:line="360" w:lineRule="auto"/>
      <w:jc w:val="both"/>
    </w:pPr>
    <w:rPr>
      <w:rFonts w:ascii="Arial" w:hAnsi="Arial"/>
      <w:b/>
      <w:bCs/>
      <w:i/>
      <w:iCs/>
      <w:sz w:val="24"/>
      <w:szCs w:val="24"/>
      <w:lang w:eastAsia="en-US"/>
    </w:rPr>
  </w:style>
  <w:style w:type="character" w:customStyle="1" w:styleId="3Char1">
    <w:name w:val="Σώμα κείμενου 3 Char"/>
    <w:basedOn w:val="a0"/>
    <w:link w:val="33"/>
    <w:rsid w:val="002B787A"/>
    <w:rPr>
      <w:rFonts w:ascii="Arial" w:hAnsi="Arial"/>
      <w:b/>
      <w:bCs/>
      <w:i/>
      <w:iCs/>
      <w:sz w:val="24"/>
      <w:szCs w:val="24"/>
      <w:lang w:eastAsia="en-US"/>
    </w:rPr>
  </w:style>
  <w:style w:type="paragraph" w:styleId="24">
    <w:name w:val="Body Text Indent 2"/>
    <w:basedOn w:val="a"/>
    <w:link w:val="2Char1"/>
    <w:rsid w:val="002B787A"/>
    <w:pPr>
      <w:ind w:firstLine="720"/>
    </w:pPr>
    <w:rPr>
      <w:sz w:val="24"/>
      <w:szCs w:val="24"/>
      <w:lang w:eastAsia="en-US"/>
    </w:rPr>
  </w:style>
  <w:style w:type="character" w:customStyle="1" w:styleId="2Char1">
    <w:name w:val="Σώμα κείμενου με εσοχή 2 Char"/>
    <w:basedOn w:val="a0"/>
    <w:link w:val="24"/>
    <w:rsid w:val="002B787A"/>
    <w:rPr>
      <w:sz w:val="24"/>
      <w:szCs w:val="24"/>
      <w:lang w:eastAsia="en-US"/>
    </w:rPr>
  </w:style>
  <w:style w:type="character" w:styleId="af4">
    <w:name w:val="annotation reference"/>
    <w:rsid w:val="002B787A"/>
    <w:rPr>
      <w:sz w:val="16"/>
      <w:szCs w:val="16"/>
    </w:rPr>
  </w:style>
  <w:style w:type="paragraph" w:styleId="af5">
    <w:name w:val="annotation text"/>
    <w:basedOn w:val="a"/>
    <w:link w:val="Char5"/>
    <w:rsid w:val="002B787A"/>
    <w:rPr>
      <w:lang w:val="en-GB" w:eastAsia="en-US"/>
    </w:rPr>
  </w:style>
  <w:style w:type="character" w:customStyle="1" w:styleId="Char5">
    <w:name w:val="Κείμενο σχολίου Char"/>
    <w:basedOn w:val="a0"/>
    <w:link w:val="af5"/>
    <w:rsid w:val="002B787A"/>
    <w:rPr>
      <w:lang w:val="en-GB" w:eastAsia="en-US"/>
    </w:rPr>
  </w:style>
  <w:style w:type="paragraph" w:styleId="af6">
    <w:name w:val="annotation subject"/>
    <w:basedOn w:val="af5"/>
    <w:next w:val="af5"/>
    <w:link w:val="Char6"/>
    <w:rsid w:val="002B787A"/>
    <w:rPr>
      <w:b/>
      <w:bCs/>
    </w:rPr>
  </w:style>
  <w:style w:type="character" w:customStyle="1" w:styleId="Char6">
    <w:name w:val="Θέμα σχολίου Char"/>
    <w:basedOn w:val="Char5"/>
    <w:link w:val="af6"/>
    <w:rsid w:val="002B787A"/>
    <w:rPr>
      <w:b/>
      <w:bCs/>
    </w:rPr>
  </w:style>
  <w:style w:type="paragraph" w:customStyle="1" w:styleId="230">
    <w:name w:val="Σώμα κείμενου με εσοχή 23"/>
    <w:basedOn w:val="a"/>
    <w:rsid w:val="002B787A"/>
    <w:pPr>
      <w:tabs>
        <w:tab w:val="left" w:pos="1418"/>
      </w:tabs>
      <w:overflowPunct w:val="0"/>
      <w:autoSpaceDE w:val="0"/>
      <w:autoSpaceDN w:val="0"/>
      <w:adjustRightInd w:val="0"/>
      <w:ind w:left="1276" w:hanging="567"/>
      <w:jc w:val="both"/>
      <w:textAlignment w:val="baseline"/>
    </w:pPr>
    <w:rPr>
      <w:rFonts w:ascii="Comic Sans MS" w:hAnsi="Comic Sans MS"/>
      <w:sz w:val="24"/>
    </w:rPr>
  </w:style>
  <w:style w:type="table" w:styleId="14">
    <w:name w:val="Table List 1"/>
    <w:basedOn w:val="a1"/>
    <w:rsid w:val="002B787A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shd w:val="clear" w:color="auto" w:fill="F2DBDB" w:themeFill="accent2" w:themeFillTint="33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shd w:val="clear" w:color="auto" w:fill="F2DBDB" w:themeFill="accent2" w:themeFillTint="33"/>
      </w:tcPr>
    </w:tblStylePr>
    <w:tblStylePr w:type="band1Horz">
      <w:rPr>
        <w:color w:val="auto"/>
      </w:rPr>
      <w:tblPr/>
      <w:tcPr>
        <w:shd w:val="clear" w:color="auto" w:fill="EAF1DD" w:themeFill="accent3" w:themeFillTint="33"/>
      </w:tcPr>
    </w:tblStylePr>
    <w:tblStylePr w:type="band2Horz">
      <w:rPr>
        <w:color w:val="auto"/>
      </w:rPr>
      <w:tblPr/>
      <w:tcPr>
        <w:shd w:val="clear" w:color="auto" w:fill="D6E3BC" w:themeFill="accent3" w:themeFillTint="66"/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octext2">
    <w:name w:val="doctext2"/>
    <w:basedOn w:val="a"/>
    <w:rsid w:val="002B787A"/>
    <w:pPr>
      <w:spacing w:before="100" w:beforeAutospacing="1" w:after="100" w:afterAutospacing="1"/>
    </w:pPr>
    <w:rPr>
      <w:sz w:val="24"/>
      <w:szCs w:val="24"/>
    </w:rPr>
  </w:style>
  <w:style w:type="paragraph" w:styleId="-HTML">
    <w:name w:val="HTML Preformatted"/>
    <w:basedOn w:val="a"/>
    <w:link w:val="-HTMLChar"/>
    <w:rsid w:val="002B78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rsid w:val="002B787A"/>
    <w:rPr>
      <w:rFonts w:ascii="Courier New" w:hAnsi="Courier New" w:cs="Courier New"/>
    </w:rPr>
  </w:style>
  <w:style w:type="paragraph" w:customStyle="1" w:styleId="Char7">
    <w:name w:val="Char"/>
    <w:basedOn w:val="a"/>
    <w:rsid w:val="002B787A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shorttext">
    <w:name w:val="short_text"/>
    <w:basedOn w:val="a0"/>
    <w:rsid w:val="002B787A"/>
  </w:style>
  <w:style w:type="paragraph" w:customStyle="1" w:styleId="15">
    <w:name w:val="Στυλ1"/>
    <w:basedOn w:val="a"/>
    <w:link w:val="1Char0"/>
    <w:qFormat/>
    <w:rsid w:val="002B787A"/>
    <w:pPr>
      <w:overflowPunct w:val="0"/>
      <w:autoSpaceDE w:val="0"/>
      <w:autoSpaceDN w:val="0"/>
      <w:adjustRightInd w:val="0"/>
      <w:spacing w:line="276" w:lineRule="auto"/>
      <w:jc w:val="both"/>
      <w:textAlignment w:val="baseline"/>
    </w:pPr>
    <w:rPr>
      <w:rFonts w:ascii="Cambria" w:hAnsi="Cambria"/>
      <w:sz w:val="24"/>
    </w:rPr>
  </w:style>
  <w:style w:type="character" w:customStyle="1" w:styleId="1Char0">
    <w:name w:val="Στυλ1 Char"/>
    <w:basedOn w:val="a0"/>
    <w:link w:val="15"/>
    <w:rsid w:val="002B787A"/>
    <w:rPr>
      <w:rFonts w:ascii="Cambria" w:hAnsi="Cambria"/>
      <w:sz w:val="24"/>
    </w:rPr>
  </w:style>
  <w:style w:type="table" w:styleId="2-3">
    <w:name w:val="Medium Shading 2 Accent 3"/>
    <w:basedOn w:val="a1"/>
    <w:uiPriority w:val="64"/>
    <w:rsid w:val="002B78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41">
    <w:name w:val="Σώμα κειμένου (4)_"/>
    <w:basedOn w:val="a0"/>
    <w:rsid w:val="002B787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5">
    <w:name w:val="Επικεφαλίδα #2_"/>
    <w:basedOn w:val="a0"/>
    <w:rsid w:val="002B787A"/>
    <w:rPr>
      <w:rFonts w:ascii="Arial" w:eastAsia="Arial" w:hAnsi="Arial" w:cs="Arial"/>
      <w:shd w:val="clear" w:color="auto" w:fill="FFFFFF"/>
    </w:rPr>
  </w:style>
  <w:style w:type="character" w:customStyle="1" w:styleId="50">
    <w:name w:val="Σώμα κειμένου (5)_"/>
    <w:basedOn w:val="a0"/>
    <w:link w:val="51"/>
    <w:rsid w:val="002B787A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4105">
    <w:name w:val="Σώμα κειμένου (4) + 10;5 στ.;Μικρά κεφαλαία"/>
    <w:basedOn w:val="41"/>
    <w:rsid w:val="002B787A"/>
    <w:rPr>
      <w:smallCaps/>
      <w:sz w:val="21"/>
      <w:szCs w:val="21"/>
      <w:u w:val="single"/>
    </w:rPr>
  </w:style>
  <w:style w:type="character" w:customStyle="1" w:styleId="42">
    <w:name w:val="Σώμα κειμένου (4)"/>
    <w:basedOn w:val="41"/>
    <w:rsid w:val="002B787A"/>
    <w:rPr>
      <w:u w:val="single"/>
    </w:rPr>
  </w:style>
  <w:style w:type="character" w:customStyle="1" w:styleId="115">
    <w:name w:val="Σώμα κειμένου + 11;5 στ.;Πλάγια γραφή"/>
    <w:basedOn w:val="a9"/>
    <w:rsid w:val="002B787A"/>
    <w:rPr>
      <w:rFonts w:ascii="Arial" w:eastAsia="Arial" w:hAnsi="Arial" w:cs="Arial"/>
      <w:sz w:val="23"/>
      <w:szCs w:val="23"/>
    </w:rPr>
  </w:style>
  <w:style w:type="character" w:customStyle="1" w:styleId="16">
    <w:name w:val="Σώμα κειμένου1"/>
    <w:basedOn w:val="a9"/>
    <w:rsid w:val="002B787A"/>
    <w:rPr>
      <w:rFonts w:ascii="Arial" w:eastAsia="Arial" w:hAnsi="Arial" w:cs="Arial"/>
      <w:u w:val="single"/>
    </w:rPr>
  </w:style>
  <w:style w:type="character" w:customStyle="1" w:styleId="220">
    <w:name w:val="Επικεφαλίδα #2 (2)_"/>
    <w:basedOn w:val="a0"/>
    <w:link w:val="221"/>
    <w:rsid w:val="002B787A"/>
    <w:rPr>
      <w:rFonts w:ascii="Arial" w:eastAsia="Arial" w:hAnsi="Arial" w:cs="Arial"/>
      <w:shd w:val="clear" w:color="auto" w:fill="FFFFFF"/>
      <w:lang w:val="en-US"/>
    </w:rPr>
  </w:style>
  <w:style w:type="paragraph" w:customStyle="1" w:styleId="51">
    <w:name w:val="Σώμα κειμένου (5)"/>
    <w:basedOn w:val="a"/>
    <w:link w:val="50"/>
    <w:rsid w:val="002B787A"/>
    <w:pPr>
      <w:shd w:val="clear" w:color="auto" w:fill="FFFFFF"/>
      <w:spacing w:before="240" w:line="0" w:lineRule="atLeast"/>
      <w:ind w:hanging="400"/>
      <w:jc w:val="both"/>
    </w:pPr>
    <w:rPr>
      <w:rFonts w:ascii="Arial" w:eastAsia="Arial" w:hAnsi="Arial" w:cs="Arial"/>
      <w:sz w:val="21"/>
      <w:szCs w:val="21"/>
    </w:rPr>
  </w:style>
  <w:style w:type="paragraph" w:customStyle="1" w:styleId="34">
    <w:name w:val="Σώμα κειμένου3"/>
    <w:basedOn w:val="a"/>
    <w:rsid w:val="002B787A"/>
    <w:pPr>
      <w:shd w:val="clear" w:color="auto" w:fill="FFFFFF"/>
      <w:spacing w:before="240" w:after="240" w:line="274" w:lineRule="exact"/>
      <w:ind w:hanging="70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221">
    <w:name w:val="Επικεφαλίδα #2 (2)"/>
    <w:basedOn w:val="a"/>
    <w:link w:val="220"/>
    <w:rsid w:val="002B787A"/>
    <w:pPr>
      <w:shd w:val="clear" w:color="auto" w:fill="FFFFFF"/>
      <w:spacing w:line="293" w:lineRule="exact"/>
      <w:ind w:hanging="320"/>
      <w:outlineLvl w:val="1"/>
    </w:pPr>
    <w:rPr>
      <w:rFonts w:ascii="Arial" w:eastAsia="Arial" w:hAnsi="Arial" w:cs="Arial"/>
      <w:lang w:val="en-US"/>
    </w:rPr>
  </w:style>
  <w:style w:type="table" w:customStyle="1" w:styleId="17">
    <w:name w:val="Ανοιχτόχρωμο πλέγμα1"/>
    <w:basedOn w:val="a1"/>
    <w:uiPriority w:val="62"/>
    <w:rsid w:val="002B78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7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mitheus.gov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EYAP\07%20&#916;&#921;&#913;&#914;&#921;&#914;&#913;&#931;&#932;&#921;&#922;&#913;%20&#916;&#931;\PROTYPO%20EPISTOLOXARTO%20DEYAP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BE0BA-8906-43AD-90BE-D820C2493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PROTYPO EPISTOLOXARTO DEYAP</Template>
  <TotalTime>4191</TotalTime>
  <Pages>1</Pages>
  <Words>251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DP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user021</dc:creator>
  <cp:lastModifiedBy>user039</cp:lastModifiedBy>
  <cp:revision>189</cp:revision>
  <cp:lastPrinted>2019-08-21T07:04:00Z</cp:lastPrinted>
  <dcterms:created xsi:type="dcterms:W3CDTF">2019-04-12T05:03:00Z</dcterms:created>
  <dcterms:modified xsi:type="dcterms:W3CDTF">2020-01-22T07:15:00Z</dcterms:modified>
</cp:coreProperties>
</file>